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D1" w:rsidRPr="002E0A99" w:rsidRDefault="00721FD1">
      <w:pPr>
        <w:pStyle w:val="Title"/>
        <w:rPr>
          <w:szCs w:val="22"/>
        </w:rPr>
      </w:pPr>
      <w:r w:rsidRPr="002E0A99">
        <w:rPr>
          <w:szCs w:val="22"/>
        </w:rPr>
        <w:t>СПИСОК</w:t>
      </w:r>
    </w:p>
    <w:p w:rsidR="00721FD1" w:rsidRDefault="00721FD1">
      <w:pPr>
        <w:jc w:val="center"/>
        <w:rPr>
          <w:rFonts w:ascii="Arial" w:hAnsi="Arial"/>
          <w:b/>
          <w:sz w:val="22"/>
          <w:szCs w:val="22"/>
        </w:rPr>
      </w:pPr>
      <w:r w:rsidRPr="002E0A99">
        <w:rPr>
          <w:rFonts w:ascii="Arial" w:hAnsi="Arial"/>
          <w:b/>
          <w:sz w:val="22"/>
          <w:szCs w:val="22"/>
        </w:rPr>
        <w:t xml:space="preserve">участников </w:t>
      </w:r>
      <w:r>
        <w:rPr>
          <w:rFonts w:ascii="Arial" w:hAnsi="Arial"/>
          <w:b/>
          <w:sz w:val="22"/>
          <w:szCs w:val="22"/>
        </w:rPr>
        <w:t>47</w:t>
      </w:r>
      <w:r w:rsidRPr="002E0A99">
        <w:rPr>
          <w:rFonts w:ascii="Arial" w:hAnsi="Arial"/>
          <w:b/>
          <w:sz w:val="22"/>
          <w:szCs w:val="22"/>
        </w:rPr>
        <w:t xml:space="preserve">-го заседания </w:t>
      </w:r>
    </w:p>
    <w:p w:rsidR="00721FD1" w:rsidRPr="002E0A99" w:rsidRDefault="00721FD1">
      <w:pPr>
        <w:jc w:val="center"/>
        <w:rPr>
          <w:rFonts w:ascii="Arial" w:hAnsi="Arial"/>
          <w:b/>
          <w:sz w:val="22"/>
          <w:szCs w:val="22"/>
        </w:rPr>
      </w:pPr>
      <w:r w:rsidRPr="002E0A99">
        <w:rPr>
          <w:rFonts w:ascii="Arial" w:hAnsi="Arial"/>
          <w:b/>
          <w:sz w:val="22"/>
          <w:szCs w:val="22"/>
        </w:rPr>
        <w:t xml:space="preserve">Межгосударственного совета </w:t>
      </w:r>
    </w:p>
    <w:p w:rsidR="00721FD1" w:rsidRPr="002E0A99" w:rsidRDefault="00721FD1">
      <w:pPr>
        <w:jc w:val="center"/>
        <w:rPr>
          <w:rFonts w:ascii="Arial" w:hAnsi="Arial"/>
          <w:b/>
          <w:sz w:val="22"/>
          <w:szCs w:val="22"/>
        </w:rPr>
      </w:pPr>
      <w:r w:rsidRPr="002E0A99">
        <w:rPr>
          <w:rFonts w:ascii="Arial" w:hAnsi="Arial"/>
          <w:b/>
          <w:sz w:val="22"/>
          <w:szCs w:val="22"/>
        </w:rPr>
        <w:t>по стандартизации, метрологии и сертификации</w:t>
      </w:r>
    </w:p>
    <w:p w:rsidR="00721FD1" w:rsidRPr="002E0A99" w:rsidRDefault="00721FD1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17</w:t>
      </w:r>
      <w:r w:rsidRPr="002E0A99">
        <w:rPr>
          <w:rFonts w:ascii="Arial" w:hAnsi="Arial"/>
          <w:b/>
          <w:sz w:val="22"/>
          <w:szCs w:val="22"/>
        </w:rPr>
        <w:t xml:space="preserve"> - </w:t>
      </w:r>
      <w:r>
        <w:rPr>
          <w:rFonts w:ascii="Arial" w:hAnsi="Arial"/>
          <w:b/>
          <w:sz w:val="22"/>
          <w:szCs w:val="22"/>
        </w:rPr>
        <w:t>18июня</w:t>
      </w:r>
      <w:r w:rsidRPr="002E0A99">
        <w:rPr>
          <w:rFonts w:ascii="Arial" w:hAnsi="Arial"/>
          <w:b/>
          <w:sz w:val="22"/>
          <w:szCs w:val="22"/>
        </w:rPr>
        <w:t xml:space="preserve"> 20</w:t>
      </w:r>
      <w:r w:rsidRPr="00C921F8">
        <w:rPr>
          <w:rFonts w:ascii="Arial" w:hAnsi="Arial"/>
          <w:b/>
          <w:sz w:val="22"/>
          <w:szCs w:val="22"/>
        </w:rPr>
        <w:t>1</w:t>
      </w:r>
      <w:r>
        <w:rPr>
          <w:rFonts w:ascii="Arial" w:hAnsi="Arial"/>
          <w:b/>
          <w:sz w:val="22"/>
          <w:szCs w:val="22"/>
        </w:rPr>
        <w:t>5</w:t>
      </w:r>
      <w:r w:rsidRPr="002E0A99">
        <w:rPr>
          <w:rFonts w:ascii="Arial" w:hAnsi="Arial"/>
          <w:b/>
          <w:sz w:val="22"/>
          <w:szCs w:val="22"/>
        </w:rPr>
        <w:t xml:space="preserve"> года г. </w:t>
      </w:r>
      <w:r>
        <w:rPr>
          <w:rFonts w:ascii="Arial" w:hAnsi="Arial"/>
          <w:b/>
          <w:sz w:val="22"/>
          <w:szCs w:val="22"/>
        </w:rPr>
        <w:t>Минск, Республика Беларусь</w:t>
      </w:r>
    </w:p>
    <w:p w:rsidR="00721FD1" w:rsidRDefault="00721FD1">
      <w:pPr>
        <w:jc w:val="center"/>
        <w:rPr>
          <w:rFonts w:ascii="Arial" w:hAnsi="Arial"/>
          <w:b/>
          <w:sz w:val="16"/>
        </w:rPr>
      </w:pPr>
    </w:p>
    <w:tbl>
      <w:tblPr>
        <w:tblW w:w="15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693"/>
        <w:gridCol w:w="2834"/>
        <w:gridCol w:w="2979"/>
        <w:gridCol w:w="4110"/>
        <w:gridCol w:w="1780"/>
      </w:tblGrid>
      <w:tr w:rsidR="00721FD1" w:rsidTr="00743B04">
        <w:trPr>
          <w:trHeight w:val="639"/>
          <w:tblHeader/>
        </w:trPr>
        <w:tc>
          <w:tcPr>
            <w:tcW w:w="959" w:type="dxa"/>
          </w:tcPr>
          <w:p w:rsidR="00721FD1" w:rsidRPr="002E0A99" w:rsidRDefault="00721FD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21FD1" w:rsidRPr="00F179CC" w:rsidRDefault="00721FD1">
            <w:pPr>
              <w:pStyle w:val="Heading3"/>
              <w:rPr>
                <w:rFonts w:ascii="Arial" w:hAnsi="Arial"/>
                <w:sz w:val="22"/>
                <w:szCs w:val="22"/>
              </w:rPr>
            </w:pPr>
            <w:r w:rsidRPr="00F179CC">
              <w:rPr>
                <w:rFonts w:ascii="Arial" w:hAnsi="Arial"/>
                <w:sz w:val="22"/>
                <w:szCs w:val="22"/>
              </w:rPr>
              <w:t>Государство</w:t>
            </w:r>
          </w:p>
        </w:tc>
        <w:tc>
          <w:tcPr>
            <w:tcW w:w="2834" w:type="dxa"/>
            <w:vAlign w:val="center"/>
          </w:tcPr>
          <w:p w:rsidR="00721FD1" w:rsidRPr="00F179CC" w:rsidRDefault="00721FD1">
            <w:pPr>
              <w:pStyle w:val="Heading3"/>
              <w:rPr>
                <w:rFonts w:ascii="Arial" w:hAnsi="Arial"/>
                <w:sz w:val="22"/>
                <w:szCs w:val="22"/>
              </w:rPr>
            </w:pPr>
            <w:r w:rsidRPr="00F179CC">
              <w:rPr>
                <w:rFonts w:ascii="Arial" w:hAnsi="Arial"/>
                <w:sz w:val="22"/>
                <w:szCs w:val="22"/>
              </w:rPr>
              <w:t>Фамилия, имя, отчество</w:t>
            </w:r>
          </w:p>
        </w:tc>
        <w:tc>
          <w:tcPr>
            <w:tcW w:w="2979" w:type="dxa"/>
            <w:vAlign w:val="center"/>
          </w:tcPr>
          <w:p w:rsidR="00721FD1" w:rsidRPr="00F179CC" w:rsidRDefault="00721FD1">
            <w:pPr>
              <w:pStyle w:val="Heading3"/>
              <w:rPr>
                <w:rFonts w:ascii="Arial" w:hAnsi="Arial"/>
                <w:sz w:val="22"/>
                <w:szCs w:val="22"/>
              </w:rPr>
            </w:pPr>
            <w:r w:rsidRPr="00F179CC">
              <w:rPr>
                <w:rFonts w:ascii="Arial" w:hAnsi="Arial"/>
                <w:sz w:val="22"/>
                <w:szCs w:val="22"/>
              </w:rPr>
              <w:t>Место работы</w:t>
            </w:r>
          </w:p>
        </w:tc>
        <w:tc>
          <w:tcPr>
            <w:tcW w:w="4110" w:type="dxa"/>
            <w:vAlign w:val="center"/>
          </w:tcPr>
          <w:p w:rsidR="00721FD1" w:rsidRPr="00F179CC" w:rsidRDefault="00721FD1">
            <w:pPr>
              <w:pStyle w:val="Heading3"/>
              <w:rPr>
                <w:rFonts w:ascii="Arial" w:hAnsi="Arial"/>
                <w:sz w:val="22"/>
                <w:szCs w:val="22"/>
              </w:rPr>
            </w:pPr>
            <w:r w:rsidRPr="00F179CC">
              <w:rPr>
                <w:rFonts w:ascii="Arial" w:hAnsi="Arial"/>
                <w:sz w:val="22"/>
                <w:szCs w:val="22"/>
              </w:rPr>
              <w:t>Должность</w:t>
            </w:r>
          </w:p>
        </w:tc>
        <w:tc>
          <w:tcPr>
            <w:tcW w:w="1780" w:type="dxa"/>
            <w:vAlign w:val="center"/>
          </w:tcPr>
          <w:p w:rsidR="00721FD1" w:rsidRPr="00F179CC" w:rsidRDefault="00721FD1">
            <w:pPr>
              <w:pStyle w:val="Heading8"/>
              <w:rPr>
                <w:rFonts w:ascii="Arial" w:hAnsi="Arial"/>
                <w:b/>
                <w:bCs/>
                <w:i w:val="0"/>
                <w:iCs w:val="0"/>
                <w:sz w:val="22"/>
                <w:szCs w:val="22"/>
              </w:rPr>
            </w:pPr>
            <w:r w:rsidRPr="00F179CC">
              <w:rPr>
                <w:rFonts w:ascii="Arial" w:hAnsi="Arial"/>
                <w:b/>
                <w:bCs/>
                <w:i w:val="0"/>
                <w:iCs w:val="0"/>
                <w:sz w:val="22"/>
                <w:szCs w:val="22"/>
              </w:rPr>
              <w:t>Примечание</w:t>
            </w:r>
          </w:p>
        </w:tc>
      </w:tr>
      <w:tr w:rsidR="00721FD1" w:rsidTr="00743B04">
        <w:trPr>
          <w:cantSplit/>
          <w:trHeight w:val="203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Default="00721FD1">
            <w:pPr>
              <w:jc w:val="center"/>
              <w:rPr>
                <w:rFonts w:ascii="Arial" w:hAnsi="Arial" w:cs="Arial"/>
                <w:caps/>
              </w:rPr>
            </w:pPr>
            <w:r w:rsidRPr="00E91F9C">
              <w:rPr>
                <w:rFonts w:ascii="Arial" w:hAnsi="Arial" w:cs="Arial"/>
                <w:caps/>
              </w:rPr>
              <w:t>Азербайджанская республика</w:t>
            </w:r>
          </w:p>
          <w:p w:rsidR="00721FD1" w:rsidRPr="00E91F9C" w:rsidRDefault="00721FD1" w:rsidP="00060E5B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Pr="00592CD6" w:rsidRDefault="00721FD1" w:rsidP="00706986">
            <w:pPr>
              <w:rPr>
                <w:rFonts w:ascii="Arial" w:hAnsi="Arial" w:cs="Arial"/>
                <w:b/>
                <w:color w:val="000000"/>
              </w:rPr>
            </w:pPr>
            <w:r w:rsidRPr="00592CD6">
              <w:rPr>
                <w:rFonts w:ascii="Arial" w:hAnsi="Arial" w:cs="Arial"/>
                <w:b/>
                <w:color w:val="000000"/>
              </w:rPr>
              <w:t>Гулиев</w:t>
            </w:r>
          </w:p>
          <w:p w:rsidR="00721FD1" w:rsidRPr="00592CD6" w:rsidRDefault="00721FD1" w:rsidP="00706986">
            <w:pPr>
              <w:rPr>
                <w:rFonts w:ascii="Arial" w:hAnsi="Arial" w:cs="Arial"/>
                <w:color w:val="000000"/>
                <w:lang w:val="en-US"/>
              </w:rPr>
            </w:pPr>
            <w:r w:rsidRPr="00592CD6">
              <w:rPr>
                <w:rFonts w:ascii="Arial" w:hAnsi="Arial" w:cs="Arial"/>
                <w:b/>
              </w:rPr>
              <w:t>Эльчин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92CD6">
              <w:rPr>
                <w:rFonts w:ascii="Arial" w:hAnsi="Arial" w:cs="Arial"/>
                <w:b/>
              </w:rPr>
              <w:t>Бейбалаоглы</w:t>
            </w:r>
          </w:p>
        </w:tc>
        <w:tc>
          <w:tcPr>
            <w:tcW w:w="2979" w:type="dxa"/>
            <w:vMerge w:val="restart"/>
          </w:tcPr>
          <w:p w:rsidR="00721FD1" w:rsidRPr="00A06E22" w:rsidRDefault="00721FD1" w:rsidP="00A06E22">
            <w:pPr>
              <w:pStyle w:val="Title"/>
              <w:jc w:val="left"/>
              <w:rPr>
                <w:rFonts w:cs="Arial"/>
                <w:b w:val="0"/>
                <w:sz w:val="20"/>
              </w:rPr>
            </w:pPr>
            <w:r w:rsidRPr="00A06E22">
              <w:rPr>
                <w:rFonts w:cs="Arial"/>
                <w:b w:val="0"/>
                <w:sz w:val="20"/>
              </w:rPr>
              <w:t>Государственный комитет</w:t>
            </w:r>
          </w:p>
          <w:p w:rsidR="00721FD1" w:rsidRPr="00A06E22" w:rsidRDefault="00721FD1" w:rsidP="00A06E22">
            <w:pPr>
              <w:pStyle w:val="Title"/>
              <w:jc w:val="left"/>
              <w:rPr>
                <w:rFonts w:cs="Arial"/>
                <w:b w:val="0"/>
                <w:sz w:val="20"/>
              </w:rPr>
            </w:pPr>
            <w:r w:rsidRPr="00A06E22">
              <w:rPr>
                <w:rFonts w:cs="Arial"/>
                <w:b w:val="0"/>
                <w:sz w:val="20"/>
              </w:rPr>
              <w:t>Азербайджанской Республики</w:t>
            </w:r>
          </w:p>
          <w:p w:rsidR="00721FD1" w:rsidRPr="00A06E22" w:rsidRDefault="00721FD1" w:rsidP="00A06E22">
            <w:pPr>
              <w:pStyle w:val="Title"/>
              <w:jc w:val="left"/>
              <w:rPr>
                <w:rFonts w:cs="Arial"/>
                <w:b w:val="0"/>
                <w:sz w:val="20"/>
              </w:rPr>
            </w:pPr>
            <w:r w:rsidRPr="00A06E22">
              <w:rPr>
                <w:rFonts w:cs="Arial"/>
                <w:b w:val="0"/>
                <w:sz w:val="20"/>
              </w:rPr>
              <w:t>по стандартизации, метрологии и патенту</w:t>
            </w:r>
          </w:p>
          <w:p w:rsidR="00721FD1" w:rsidRPr="00A06E22" w:rsidRDefault="00721FD1" w:rsidP="00CE179A">
            <w:pPr>
              <w:rPr>
                <w:rFonts w:ascii="Arial" w:hAnsi="Arial" w:cs="Arial"/>
              </w:rPr>
            </w:pPr>
            <w:r w:rsidRPr="00A06E22">
              <w:rPr>
                <w:rFonts w:ascii="Arial" w:hAnsi="Arial" w:cs="Arial"/>
              </w:rPr>
              <w:t>(АЗСТАНД)</w:t>
            </w:r>
          </w:p>
        </w:tc>
        <w:tc>
          <w:tcPr>
            <w:tcW w:w="4110" w:type="dxa"/>
          </w:tcPr>
          <w:p w:rsidR="00721FD1" w:rsidRPr="0053579D" w:rsidRDefault="00721FD1" w:rsidP="00D23FA8">
            <w:pPr>
              <w:rPr>
                <w:rFonts w:ascii="Arial" w:hAnsi="Arial" w:cs="Arial"/>
              </w:rPr>
            </w:pPr>
            <w:r w:rsidRPr="0053579D">
              <w:rPr>
                <w:rFonts w:ascii="Arial" w:hAnsi="Arial" w:cs="Arial"/>
                <w:lang w:val="az-Latn-AZ"/>
              </w:rPr>
              <w:t>P</w:t>
            </w:r>
            <w:r w:rsidRPr="0053579D">
              <w:rPr>
                <w:rFonts w:ascii="Arial" w:hAnsi="Arial" w:cs="Arial"/>
              </w:rPr>
              <w:t>уководитель аппарата</w:t>
            </w:r>
          </w:p>
        </w:tc>
        <w:tc>
          <w:tcPr>
            <w:tcW w:w="1780" w:type="dxa"/>
            <w:vMerge w:val="restart"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265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060E5B" w:rsidRDefault="00721FD1" w:rsidP="00060E5B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Pr="00592CD6" w:rsidRDefault="00721FD1" w:rsidP="00FD0566">
            <w:pPr>
              <w:rPr>
                <w:rFonts w:ascii="Arial" w:hAnsi="Arial" w:cs="Arial"/>
                <w:color w:val="000000"/>
              </w:rPr>
            </w:pPr>
            <w:r w:rsidRPr="00592CD6">
              <w:rPr>
                <w:rFonts w:ascii="Arial" w:hAnsi="Arial" w:cs="Arial"/>
                <w:color w:val="000000"/>
              </w:rPr>
              <w:t>Аббасов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92CD6">
              <w:rPr>
                <w:rFonts w:ascii="Arial" w:hAnsi="Arial" w:cs="Arial"/>
                <w:color w:val="000000"/>
              </w:rPr>
              <w:t>Огтай Аббас оглы</w:t>
            </w:r>
          </w:p>
        </w:tc>
        <w:tc>
          <w:tcPr>
            <w:tcW w:w="2979" w:type="dxa"/>
            <w:vMerge/>
          </w:tcPr>
          <w:p w:rsidR="00721FD1" w:rsidRPr="003B154C" w:rsidRDefault="00721FD1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53579D" w:rsidRDefault="00721FD1" w:rsidP="00FD0566">
            <w:pPr>
              <w:rPr>
                <w:rFonts w:ascii="Arial" w:hAnsi="Arial" w:cs="Arial"/>
              </w:rPr>
            </w:pPr>
            <w:r w:rsidRPr="0053579D">
              <w:rPr>
                <w:rFonts w:ascii="Arial" w:hAnsi="Arial" w:cs="Arial"/>
              </w:rPr>
              <w:t>Начальник Государственной метрологической службы</w:t>
            </w:r>
          </w:p>
        </w:tc>
        <w:tc>
          <w:tcPr>
            <w:tcW w:w="1780" w:type="dxa"/>
            <w:vMerge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141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FD0566">
            <w:pPr>
              <w:rPr>
                <w:rFonts w:ascii="Arial" w:hAnsi="Arial" w:cs="Arial"/>
                <w:lang w:val="en-US"/>
              </w:rPr>
            </w:pPr>
            <w:r w:rsidRPr="0053579D">
              <w:rPr>
                <w:rFonts w:ascii="Arial" w:hAnsi="Arial" w:cs="Arial"/>
              </w:rPr>
              <w:t xml:space="preserve">Абдуллаев </w:t>
            </w:r>
          </w:p>
          <w:p w:rsidR="00721FD1" w:rsidRPr="0053579D" w:rsidRDefault="00721FD1" w:rsidP="00FD0566">
            <w:pPr>
              <w:rPr>
                <w:rFonts w:ascii="Arial" w:hAnsi="Arial" w:cs="Arial"/>
              </w:rPr>
            </w:pPr>
            <w:r w:rsidRPr="0053579D">
              <w:rPr>
                <w:rFonts w:ascii="Arial" w:hAnsi="Arial" w:cs="Arial"/>
              </w:rPr>
              <w:t>СабигСабироглы</w:t>
            </w:r>
          </w:p>
        </w:tc>
        <w:tc>
          <w:tcPr>
            <w:tcW w:w="2979" w:type="dxa"/>
            <w:vMerge/>
          </w:tcPr>
          <w:p w:rsidR="00721FD1" w:rsidRDefault="00721FD1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53579D" w:rsidRDefault="00721FD1" w:rsidP="00FD0566">
            <w:pPr>
              <w:rPr>
                <w:rFonts w:ascii="Arial" w:hAnsi="Arial" w:cs="Arial"/>
              </w:rPr>
            </w:pPr>
            <w:r w:rsidRPr="0053579D">
              <w:rPr>
                <w:rFonts w:ascii="Arial" w:hAnsi="Arial" w:cs="Arial"/>
              </w:rPr>
              <w:t>Директор Азербайджанского института стандартизации и сертификации</w:t>
            </w:r>
          </w:p>
        </w:tc>
        <w:tc>
          <w:tcPr>
            <w:tcW w:w="1780" w:type="dxa"/>
            <w:vMerge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FD0566">
        <w:trPr>
          <w:cantSplit/>
          <w:trHeight w:val="580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7E1CDD" w:rsidRDefault="00721FD1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706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Хакимов</w:t>
            </w:r>
          </w:p>
          <w:p w:rsidR="00721FD1" w:rsidRPr="00706986" w:rsidRDefault="00721FD1" w:rsidP="0070698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Фарид Шамиль оглы</w:t>
            </w:r>
          </w:p>
        </w:tc>
        <w:tc>
          <w:tcPr>
            <w:tcW w:w="2979" w:type="dxa"/>
            <w:vMerge/>
          </w:tcPr>
          <w:p w:rsidR="00721FD1" w:rsidRPr="003B154C" w:rsidRDefault="00721FD1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3B154C" w:rsidRDefault="00721FD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Главный советник по работе с Международными организациями </w:t>
            </w:r>
            <w:r w:rsidRPr="0053579D">
              <w:rPr>
                <w:rFonts w:ascii="Arial" w:hAnsi="Arial" w:cs="Arial"/>
              </w:rPr>
              <w:t>Азербайджанского института стандартизации и сертификации</w:t>
            </w:r>
          </w:p>
        </w:tc>
        <w:tc>
          <w:tcPr>
            <w:tcW w:w="1780" w:type="dxa"/>
            <w:vMerge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265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Pr="00E91F9C" w:rsidRDefault="00721FD1">
            <w:pPr>
              <w:jc w:val="center"/>
              <w:rPr>
                <w:rFonts w:ascii="Arial" w:hAnsi="Arial" w:cs="Arial"/>
                <w:caps/>
              </w:rPr>
            </w:pPr>
            <w:r w:rsidRPr="00E91F9C">
              <w:rPr>
                <w:rFonts w:ascii="Arial" w:hAnsi="Arial" w:cs="Arial"/>
                <w:caps/>
              </w:rPr>
              <w:t xml:space="preserve">Республика </w:t>
            </w:r>
          </w:p>
          <w:p w:rsidR="00721FD1" w:rsidRPr="00417900" w:rsidRDefault="00721FD1">
            <w:pPr>
              <w:jc w:val="center"/>
              <w:rPr>
                <w:rFonts w:ascii="Arial" w:hAnsi="Arial" w:cs="Arial"/>
                <w:caps/>
              </w:rPr>
            </w:pPr>
            <w:r w:rsidRPr="00E91F9C">
              <w:rPr>
                <w:rFonts w:ascii="Arial" w:hAnsi="Arial" w:cs="Arial"/>
                <w:caps/>
              </w:rPr>
              <w:t>Армения</w:t>
            </w:r>
          </w:p>
        </w:tc>
        <w:tc>
          <w:tcPr>
            <w:tcW w:w="2834" w:type="dxa"/>
          </w:tcPr>
          <w:p w:rsidR="00721FD1" w:rsidRPr="000C29E0" w:rsidRDefault="00721FD1" w:rsidP="008D42E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Саакян</w:t>
            </w:r>
          </w:p>
          <w:p w:rsidR="00721FD1" w:rsidRPr="00D66EDD" w:rsidRDefault="00721FD1" w:rsidP="008D42E2">
            <w:pPr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</w:rPr>
              <w:t>Ваган Альбертович</w:t>
            </w:r>
          </w:p>
        </w:tc>
        <w:tc>
          <w:tcPr>
            <w:tcW w:w="2979" w:type="dxa"/>
            <w:vMerge w:val="restart"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179C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Министерство экономики</w:t>
            </w:r>
          </w:p>
        </w:tc>
        <w:tc>
          <w:tcPr>
            <w:tcW w:w="4110" w:type="dxa"/>
          </w:tcPr>
          <w:p w:rsidR="00721FD1" w:rsidRDefault="00721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национального органа по метрологии Генеральный директор Национального института метрологии</w:t>
            </w:r>
          </w:p>
        </w:tc>
        <w:tc>
          <w:tcPr>
            <w:tcW w:w="1780" w:type="dxa"/>
            <w:vMerge w:val="restart"/>
          </w:tcPr>
          <w:p w:rsidR="00721FD1" w:rsidRPr="00CA3D49" w:rsidRDefault="00721FD1">
            <w:pPr>
              <w:ind w:left="175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448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E91F9C" w:rsidRDefault="00721FD1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Pr="008D42E2" w:rsidRDefault="00721FD1" w:rsidP="008D42E2">
            <w:pPr>
              <w:rPr>
                <w:rFonts w:ascii="Arial" w:hAnsi="Arial" w:cs="Arial"/>
              </w:rPr>
            </w:pPr>
            <w:r w:rsidRPr="008D42E2">
              <w:rPr>
                <w:rFonts w:ascii="Arial" w:hAnsi="Arial" w:cs="Arial"/>
              </w:rPr>
              <w:t>Назарян</w:t>
            </w:r>
          </w:p>
          <w:p w:rsidR="00721FD1" w:rsidRPr="007A461D" w:rsidRDefault="00721FD1" w:rsidP="008D42E2">
            <w:pPr>
              <w:rPr>
                <w:rFonts w:ascii="Arial" w:hAnsi="Arial" w:cs="Arial"/>
              </w:rPr>
            </w:pPr>
            <w:r w:rsidRPr="008D42E2">
              <w:rPr>
                <w:rFonts w:ascii="Arial" w:hAnsi="Arial" w:cs="Arial"/>
              </w:rPr>
              <w:t>Геворг</w:t>
            </w:r>
            <w:r>
              <w:rPr>
                <w:rFonts w:ascii="Arial" w:hAnsi="Arial" w:cs="Arial"/>
              </w:rPr>
              <w:t xml:space="preserve"> </w:t>
            </w:r>
            <w:r w:rsidRPr="008D42E2">
              <w:rPr>
                <w:rFonts w:ascii="Arial" w:hAnsi="Arial" w:cs="Arial"/>
              </w:rPr>
              <w:t>Арутюнович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Default="00721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директора Национального института стандартов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ind w:left="175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90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</w:rPr>
            </w:pPr>
            <w:r w:rsidRPr="00417900">
              <w:rPr>
                <w:rFonts w:ascii="Arial" w:hAnsi="Arial" w:cs="Arial"/>
                <w:caps/>
              </w:rPr>
              <w:t>Республика</w:t>
            </w:r>
          </w:p>
          <w:p w:rsidR="00721FD1" w:rsidRPr="00F179CC" w:rsidRDefault="00721FD1">
            <w:pPr>
              <w:pStyle w:val="Heading9"/>
              <w:rPr>
                <w:rFonts w:ascii="Arial" w:hAnsi="Arial" w:cs="Arial"/>
                <w:caps/>
              </w:rPr>
            </w:pPr>
            <w:r w:rsidRPr="00F179CC">
              <w:rPr>
                <w:rFonts w:ascii="Arial" w:hAnsi="Arial" w:cs="Arial"/>
                <w:caps/>
              </w:rPr>
              <w:t>Беларусь</w:t>
            </w:r>
          </w:p>
          <w:p w:rsidR="00721FD1" w:rsidRPr="0006270A" w:rsidRDefault="00721FD1" w:rsidP="009A3104"/>
        </w:tc>
        <w:tc>
          <w:tcPr>
            <w:tcW w:w="2834" w:type="dxa"/>
          </w:tcPr>
          <w:p w:rsidR="00721FD1" w:rsidRPr="000C29E0" w:rsidRDefault="00721FD1" w:rsidP="005B58D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Назаренко</w:t>
            </w:r>
          </w:p>
          <w:p w:rsidR="00721FD1" w:rsidRPr="000C29E0" w:rsidRDefault="00721FD1">
            <w:pPr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</w:rPr>
              <w:t>Виктор Владимирович</w:t>
            </w:r>
          </w:p>
        </w:tc>
        <w:tc>
          <w:tcPr>
            <w:tcW w:w="2979" w:type="dxa"/>
            <w:vMerge w:val="restart"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179CC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Государственный комитет по стандартизации (Госстандарт Республики Беларусь)</w:t>
            </w:r>
          </w:p>
        </w:tc>
        <w:tc>
          <w:tcPr>
            <w:tcW w:w="4110" w:type="dxa"/>
          </w:tcPr>
          <w:p w:rsidR="00721FD1" w:rsidRPr="00417900" w:rsidRDefault="00721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</w:t>
            </w:r>
          </w:p>
        </w:tc>
        <w:tc>
          <w:tcPr>
            <w:tcW w:w="1780" w:type="dxa"/>
            <w:vMerge w:val="restart"/>
          </w:tcPr>
          <w:p w:rsidR="00721FD1" w:rsidRPr="00CA3D49" w:rsidRDefault="00721FD1">
            <w:pPr>
              <w:ind w:left="175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231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806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Гуревич</w:t>
            </w:r>
          </w:p>
          <w:p w:rsidR="00721FD1" w:rsidRPr="005B58D4" w:rsidRDefault="00721FD1" w:rsidP="008064E5">
            <w:pPr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</w:rPr>
              <w:t>Валерий Львович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Pr="00DF7093" w:rsidRDefault="00721FD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Первый заместитель Председателя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231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4F40DB" w:rsidRDefault="00721FD1" w:rsidP="005B58D4">
            <w:pPr>
              <w:rPr>
                <w:rFonts w:ascii="Arial" w:hAnsi="Arial" w:cs="Arial"/>
                <w:szCs w:val="24"/>
              </w:rPr>
            </w:pPr>
            <w:r w:rsidRPr="004F40DB">
              <w:rPr>
                <w:rFonts w:ascii="Arial" w:hAnsi="Arial" w:cs="Arial"/>
                <w:szCs w:val="24"/>
              </w:rPr>
              <w:t>Ивлев</w:t>
            </w:r>
          </w:p>
          <w:p w:rsidR="00721FD1" w:rsidRPr="005B58D4" w:rsidRDefault="00721FD1" w:rsidP="005B58D4">
            <w:pPr>
              <w:rPr>
                <w:rFonts w:ascii="Arial" w:hAnsi="Arial" w:cs="Arial"/>
              </w:rPr>
            </w:pPr>
            <w:r w:rsidRPr="004F40DB">
              <w:rPr>
                <w:rFonts w:ascii="Arial" w:hAnsi="Arial" w:cs="Arial"/>
                <w:szCs w:val="24"/>
              </w:rPr>
              <w:t xml:space="preserve">Сергей Антонович 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Pr="00DF7093" w:rsidRDefault="00721FD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Заместитель Председателя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72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4F4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Гришкевич</w:t>
            </w:r>
          </w:p>
          <w:p w:rsidR="00721FD1" w:rsidRPr="007C0BCE" w:rsidRDefault="00721FD1" w:rsidP="004F4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Оксана Александровна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Default="00721FD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Начальник управления технического нормирования и стандартизации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72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Королюк</w:t>
            </w:r>
          </w:p>
          <w:p w:rsidR="00721FD1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Василий Фёдорович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Pr="00EE70E9" w:rsidRDefault="00721FD1" w:rsidP="00501BF5">
            <w:pPr>
              <w:rPr>
                <w:rFonts w:ascii="Arial" w:hAnsi="Arial"/>
              </w:rPr>
            </w:pPr>
            <w:r w:rsidRPr="00EE70E9">
              <w:rPr>
                <w:rFonts w:ascii="Arial" w:hAnsi="Arial"/>
              </w:rPr>
              <w:t>Начальник управления</w:t>
            </w:r>
          </w:p>
          <w:p w:rsidR="00721FD1" w:rsidRDefault="00721FD1" w:rsidP="00501BF5">
            <w:pPr>
              <w:rPr>
                <w:rFonts w:ascii="Arial" w:hAnsi="Arial" w:cs="Arial"/>
                <w:color w:val="000000"/>
              </w:rPr>
            </w:pPr>
            <w:r w:rsidRPr="00EE70E9">
              <w:rPr>
                <w:rFonts w:ascii="Arial" w:hAnsi="Arial"/>
              </w:rPr>
              <w:t>оценки соответствия и лицензирования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72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Логунов</w:t>
            </w:r>
          </w:p>
          <w:p w:rsidR="00721FD1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Default="00721FD1">
            <w:pPr>
              <w:rPr>
                <w:rFonts w:ascii="Arial" w:hAnsi="Arial" w:cs="Arial"/>
                <w:color w:val="000000"/>
              </w:rPr>
            </w:pPr>
            <w:r w:rsidRPr="00EE70E9">
              <w:rPr>
                <w:rFonts w:ascii="Arial" w:hAnsi="Arial"/>
              </w:rPr>
              <w:t>Начальник управления метрологии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72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Нарыгин</w:t>
            </w:r>
          </w:p>
          <w:p w:rsidR="00721FD1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Виктор Николаевич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Pr="00EE70E9" w:rsidRDefault="00721FD1" w:rsidP="00501BF5">
            <w:pPr>
              <w:rPr>
                <w:rFonts w:ascii="Arial" w:hAnsi="Arial"/>
              </w:rPr>
            </w:pPr>
            <w:r w:rsidRPr="00EE70E9">
              <w:rPr>
                <w:rFonts w:ascii="Arial" w:hAnsi="Arial"/>
              </w:rPr>
              <w:t>Начальник управления</w:t>
            </w:r>
          </w:p>
          <w:p w:rsidR="00721FD1" w:rsidRDefault="00721FD1" w:rsidP="00501BF5">
            <w:pPr>
              <w:rPr>
                <w:rFonts w:ascii="Arial" w:hAnsi="Arial" w:cs="Arial"/>
                <w:color w:val="000000"/>
              </w:rPr>
            </w:pPr>
            <w:r w:rsidRPr="00EE70E9">
              <w:rPr>
                <w:rFonts w:ascii="Arial" w:hAnsi="Arial"/>
              </w:rPr>
              <w:t>организационно-правовой работы и кадров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72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Буссель</w:t>
            </w:r>
          </w:p>
          <w:p w:rsidR="00721FD1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Игорь Олегович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Default="00721FD1">
            <w:pPr>
              <w:rPr>
                <w:rFonts w:ascii="Arial" w:hAnsi="Arial" w:cs="Arial"/>
                <w:color w:val="000000"/>
              </w:rPr>
            </w:pPr>
            <w:r w:rsidRPr="00EE70E9">
              <w:rPr>
                <w:rFonts w:ascii="Arial" w:hAnsi="Arial"/>
              </w:rPr>
              <w:t>Начальник отдела государственного надзора и контроля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72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Татун</w:t>
            </w:r>
          </w:p>
          <w:p w:rsidR="00721FD1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Александр Александрович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Default="00721FD1">
            <w:pPr>
              <w:rPr>
                <w:rFonts w:ascii="Arial" w:hAnsi="Arial" w:cs="Arial"/>
                <w:color w:val="000000"/>
              </w:rPr>
            </w:pPr>
            <w:r w:rsidRPr="00EE70E9">
              <w:rPr>
                <w:rFonts w:ascii="Arial" w:hAnsi="Arial"/>
              </w:rPr>
              <w:t>Начальник отдела международного сотрудничества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72"/>
        </w:trPr>
        <w:tc>
          <w:tcPr>
            <w:tcW w:w="959" w:type="dxa"/>
          </w:tcPr>
          <w:p w:rsidR="00721FD1" w:rsidRPr="007E1CD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Осмола</w:t>
            </w:r>
          </w:p>
          <w:p w:rsidR="00721FD1" w:rsidRDefault="00721FD1" w:rsidP="00501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Ирина Ивановна</w:t>
            </w:r>
          </w:p>
        </w:tc>
        <w:tc>
          <w:tcPr>
            <w:tcW w:w="2979" w:type="dxa"/>
            <w:vMerge/>
          </w:tcPr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Default="00721FD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Директор РУП «Белорусский государственный институт стандартизации и сертификации</w:t>
            </w:r>
          </w:p>
        </w:tc>
        <w:tc>
          <w:tcPr>
            <w:tcW w:w="1780" w:type="dxa"/>
            <w:vMerge/>
          </w:tcPr>
          <w:p w:rsidR="00721FD1" w:rsidRPr="00CA3D4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72"/>
        </w:trPr>
        <w:tc>
          <w:tcPr>
            <w:tcW w:w="959" w:type="dxa"/>
          </w:tcPr>
          <w:p w:rsidR="00721FD1" w:rsidRPr="007E1CDD" w:rsidRDefault="00721FD1" w:rsidP="00743B04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 w:rsidP="00743B04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743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Лобко</w:t>
            </w:r>
          </w:p>
          <w:p w:rsidR="00721FD1" w:rsidRDefault="00721FD1" w:rsidP="00743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 Павлович</w:t>
            </w:r>
          </w:p>
        </w:tc>
        <w:tc>
          <w:tcPr>
            <w:tcW w:w="2979" w:type="dxa"/>
            <w:vMerge/>
          </w:tcPr>
          <w:p w:rsidR="00721FD1" w:rsidRPr="00F179CC" w:rsidRDefault="00721FD1" w:rsidP="00743B04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Default="00721FD1" w:rsidP="00743B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И.о. директора РУП «Белорусский государственный институт метрологии»</w:t>
            </w:r>
          </w:p>
        </w:tc>
        <w:tc>
          <w:tcPr>
            <w:tcW w:w="1780" w:type="dxa"/>
            <w:vMerge/>
          </w:tcPr>
          <w:p w:rsidR="00721FD1" w:rsidRPr="00CA3D49" w:rsidRDefault="00721FD1" w:rsidP="00743B0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480"/>
        </w:trPr>
        <w:tc>
          <w:tcPr>
            <w:tcW w:w="959" w:type="dxa"/>
            <w:vMerge w:val="restart"/>
          </w:tcPr>
          <w:p w:rsidR="00721FD1" w:rsidRPr="007E1CDD" w:rsidRDefault="00721FD1" w:rsidP="00743B04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 w:rsidP="00743B04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  <w:vMerge w:val="restart"/>
          </w:tcPr>
          <w:p w:rsidR="00721FD1" w:rsidRPr="008D42E2" w:rsidRDefault="00721FD1" w:rsidP="00743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Шевченко</w:t>
            </w:r>
          </w:p>
          <w:p w:rsidR="00721FD1" w:rsidRDefault="00721FD1" w:rsidP="00743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2979" w:type="dxa"/>
            <w:vMerge/>
          </w:tcPr>
          <w:p w:rsidR="00721FD1" w:rsidRPr="00F179CC" w:rsidRDefault="00721FD1" w:rsidP="00743B04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Default="00721FD1" w:rsidP="00743B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Ректор БГИПК по стандартизации, метрологии и управлению качеством</w:t>
            </w:r>
          </w:p>
        </w:tc>
        <w:tc>
          <w:tcPr>
            <w:tcW w:w="1780" w:type="dxa"/>
            <w:vMerge/>
          </w:tcPr>
          <w:p w:rsidR="00721FD1" w:rsidRPr="00CA3D49" w:rsidRDefault="00721FD1" w:rsidP="00743B0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230"/>
        </w:trPr>
        <w:tc>
          <w:tcPr>
            <w:tcW w:w="959" w:type="dxa"/>
            <w:vMerge/>
          </w:tcPr>
          <w:p w:rsidR="00721FD1" w:rsidRPr="007E1CDD" w:rsidRDefault="00721FD1" w:rsidP="00743B04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 w:rsidP="00743B04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  <w:vMerge/>
          </w:tcPr>
          <w:p w:rsidR="00721FD1" w:rsidRDefault="00721FD1" w:rsidP="00743B04">
            <w:pPr>
              <w:rPr>
                <w:rFonts w:ascii="Arial" w:hAnsi="Arial" w:cs="Arial"/>
              </w:rPr>
            </w:pPr>
          </w:p>
        </w:tc>
        <w:tc>
          <w:tcPr>
            <w:tcW w:w="2979" w:type="dxa"/>
            <w:vMerge/>
          </w:tcPr>
          <w:p w:rsidR="00721FD1" w:rsidRPr="00F179CC" w:rsidRDefault="00721FD1" w:rsidP="00743B04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</w:tcPr>
          <w:p w:rsidR="00721FD1" w:rsidRDefault="00721FD1" w:rsidP="00743B0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Директор БГЦА</w:t>
            </w:r>
          </w:p>
        </w:tc>
        <w:tc>
          <w:tcPr>
            <w:tcW w:w="1780" w:type="dxa"/>
            <w:vMerge/>
          </w:tcPr>
          <w:p w:rsidR="00721FD1" w:rsidRPr="00CA3D49" w:rsidRDefault="00721FD1" w:rsidP="00743B0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72"/>
        </w:trPr>
        <w:tc>
          <w:tcPr>
            <w:tcW w:w="959" w:type="dxa"/>
          </w:tcPr>
          <w:p w:rsidR="00721FD1" w:rsidRPr="007E1CDD" w:rsidRDefault="00721FD1" w:rsidP="00743B04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 w:rsidP="00743B04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743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Николаева</w:t>
            </w:r>
          </w:p>
          <w:p w:rsidR="00721FD1" w:rsidRDefault="00721FD1" w:rsidP="00743B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Татьяна Александровна</w:t>
            </w:r>
          </w:p>
        </w:tc>
        <w:tc>
          <w:tcPr>
            <w:tcW w:w="2979" w:type="dxa"/>
            <w:vMerge/>
          </w:tcPr>
          <w:p w:rsidR="00721FD1" w:rsidRPr="00F179CC" w:rsidRDefault="00721FD1" w:rsidP="00743B04">
            <w:pPr>
              <w:pStyle w:val="Heading4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:rsidR="00721FD1" w:rsidRDefault="00721FD1" w:rsidP="00743B0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0" w:type="dxa"/>
            <w:vMerge/>
          </w:tcPr>
          <w:p w:rsidR="00721FD1" w:rsidRPr="00CA3D49" w:rsidRDefault="00721FD1" w:rsidP="00743B04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A539DC">
        <w:trPr>
          <w:cantSplit/>
          <w:trHeight w:val="606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Pr="002F431E" w:rsidRDefault="00721FD1">
            <w:pPr>
              <w:jc w:val="center"/>
              <w:rPr>
                <w:rFonts w:ascii="Arial" w:hAnsi="Arial" w:cs="Arial"/>
                <w:caps/>
              </w:rPr>
            </w:pPr>
            <w:r w:rsidRPr="00417900">
              <w:rPr>
                <w:rFonts w:ascii="Arial" w:hAnsi="Arial" w:cs="Arial"/>
                <w:caps/>
              </w:rPr>
              <w:t xml:space="preserve">РЕСПублика </w:t>
            </w:r>
          </w:p>
          <w:p w:rsidR="00721FD1" w:rsidRPr="00417900" w:rsidRDefault="00721FD1">
            <w:pPr>
              <w:jc w:val="center"/>
              <w:rPr>
                <w:rFonts w:ascii="Arial" w:hAnsi="Arial" w:cs="Arial"/>
                <w:caps/>
              </w:rPr>
            </w:pPr>
            <w:r w:rsidRPr="00417900">
              <w:rPr>
                <w:rFonts w:ascii="Arial" w:hAnsi="Arial" w:cs="Arial"/>
                <w:caps/>
              </w:rPr>
              <w:t>казахстан</w:t>
            </w:r>
          </w:p>
          <w:p w:rsidR="00721FD1" w:rsidRPr="00417900" w:rsidRDefault="00721FD1" w:rsidP="00060E5B">
            <w:pPr>
              <w:rPr>
                <w:rFonts w:ascii="Arial" w:hAnsi="Arial" w:cs="Arial"/>
                <w:b/>
                <w:bCs/>
                <w:caps/>
              </w:rPr>
            </w:pPr>
          </w:p>
        </w:tc>
        <w:tc>
          <w:tcPr>
            <w:tcW w:w="2834" w:type="dxa"/>
          </w:tcPr>
          <w:p w:rsidR="00721FD1" w:rsidRPr="006B2D40" w:rsidRDefault="00721FD1" w:rsidP="004005B1">
            <w:pPr>
              <w:rPr>
                <w:rFonts w:ascii="Arial" w:eastAsia="Batang" w:hAnsi="Arial" w:cs="Arial"/>
                <w:b/>
                <w:lang w:eastAsia="ko-KR"/>
              </w:rPr>
            </w:pPr>
            <w:r w:rsidRPr="006B2D40">
              <w:rPr>
                <w:rFonts w:ascii="Arial" w:eastAsia="Batang" w:hAnsi="Arial" w:cs="Arial"/>
                <w:b/>
                <w:lang w:eastAsia="ko-KR"/>
              </w:rPr>
              <w:t>Шаккалиев</w:t>
            </w:r>
          </w:p>
          <w:p w:rsidR="00721FD1" w:rsidRPr="00842378" w:rsidRDefault="00721FD1" w:rsidP="004005B1">
            <w:r w:rsidRPr="006B2D40">
              <w:rPr>
                <w:rFonts w:ascii="Arial" w:eastAsia="Batang" w:hAnsi="Arial" w:cs="Arial"/>
                <w:b/>
                <w:lang w:eastAsia="ko-KR"/>
              </w:rPr>
              <w:t>Арман</w:t>
            </w:r>
            <w:r>
              <w:rPr>
                <w:rFonts w:ascii="Arial" w:eastAsia="Batang" w:hAnsi="Arial" w:cs="Arial"/>
                <w:b/>
                <w:lang w:eastAsia="ko-KR"/>
              </w:rPr>
              <w:t xml:space="preserve"> </w:t>
            </w:r>
            <w:r w:rsidRPr="006B2D40">
              <w:rPr>
                <w:rFonts w:ascii="Arial" w:eastAsia="Batang" w:hAnsi="Arial" w:cs="Arial"/>
                <w:b/>
                <w:lang w:eastAsia="ko-KR"/>
              </w:rPr>
              <w:t>Абаевич</w:t>
            </w:r>
          </w:p>
        </w:tc>
        <w:tc>
          <w:tcPr>
            <w:tcW w:w="2979" w:type="dxa"/>
            <w:vMerge w:val="restart"/>
          </w:tcPr>
          <w:p w:rsidR="00721FD1" w:rsidRDefault="00721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Комитет технического регулирования и метрологии Министерства индустрии и новых технологий</w:t>
            </w:r>
          </w:p>
          <w:p w:rsidR="00721FD1" w:rsidRPr="00417900" w:rsidRDefault="00721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(Госстандарт Республики Казахстан)</w:t>
            </w:r>
          </w:p>
        </w:tc>
        <w:tc>
          <w:tcPr>
            <w:tcW w:w="4110" w:type="dxa"/>
          </w:tcPr>
          <w:p w:rsidR="00721FD1" w:rsidRPr="004005B1" w:rsidRDefault="00721FD1">
            <w:pPr>
              <w:rPr>
                <w:rFonts w:ascii="Arial" w:hAnsi="Arial" w:cs="Arial"/>
              </w:rPr>
            </w:pPr>
            <w:r w:rsidRPr="004005B1">
              <w:rPr>
                <w:rFonts w:ascii="Arial" w:eastAsia="Batang" w:hAnsi="Arial" w:cs="Arial"/>
                <w:lang w:eastAsia="ko-KR"/>
              </w:rPr>
              <w:t>Генеральный директор РГП «Казахстанский институт стандартизации и сертификации»</w:t>
            </w:r>
          </w:p>
        </w:tc>
        <w:tc>
          <w:tcPr>
            <w:tcW w:w="1780" w:type="dxa"/>
            <w:vMerge w:val="restart"/>
          </w:tcPr>
          <w:p w:rsidR="00721FD1" w:rsidRPr="003A2DEE" w:rsidRDefault="00721FD1" w:rsidP="00762B6F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36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Pr="00743B04" w:rsidRDefault="00721FD1" w:rsidP="004005B1">
            <w:pPr>
              <w:rPr>
                <w:rFonts w:ascii="Arial" w:hAnsi="Arial" w:cs="Arial"/>
              </w:rPr>
            </w:pPr>
            <w:r w:rsidRPr="00743B04">
              <w:rPr>
                <w:rFonts w:ascii="Arial" w:hAnsi="Arial" w:cs="Arial"/>
              </w:rPr>
              <w:t>Кусаинов</w:t>
            </w:r>
          </w:p>
          <w:p w:rsidR="00721FD1" w:rsidRPr="006B2D40" w:rsidRDefault="00721FD1" w:rsidP="004005B1">
            <w:pPr>
              <w:rPr>
                <w:rFonts w:ascii="Arial" w:hAnsi="Arial" w:cs="Arial"/>
                <w:b/>
                <w:highlight w:val="yellow"/>
              </w:rPr>
            </w:pPr>
            <w:r w:rsidRPr="00743B04">
              <w:rPr>
                <w:rFonts w:ascii="Arial" w:hAnsi="Arial" w:cs="Arial"/>
              </w:rPr>
              <w:t>Серик</w:t>
            </w:r>
            <w:r>
              <w:rPr>
                <w:rFonts w:ascii="Arial" w:hAnsi="Arial" w:cs="Arial"/>
              </w:rPr>
              <w:t xml:space="preserve"> </w:t>
            </w:r>
            <w:r w:rsidRPr="00743B04">
              <w:rPr>
                <w:rFonts w:ascii="Arial" w:hAnsi="Arial" w:cs="Arial"/>
              </w:rPr>
              <w:t>Куанышевич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4005B1" w:rsidRDefault="00721FD1">
            <w:pPr>
              <w:rPr>
                <w:rFonts w:ascii="Arial" w:hAnsi="Arial" w:cs="Arial"/>
              </w:rPr>
            </w:pPr>
            <w:r w:rsidRPr="004005B1">
              <w:rPr>
                <w:rFonts w:ascii="Arial" w:hAnsi="Arial" w:cs="Arial"/>
              </w:rPr>
              <w:t>Заместитель Генерального директора ТОО «Национальный центр аккредитации»</w:t>
            </w:r>
          </w:p>
        </w:tc>
        <w:tc>
          <w:tcPr>
            <w:tcW w:w="1780" w:type="dxa"/>
            <w:vMerge/>
          </w:tcPr>
          <w:p w:rsidR="00721FD1" w:rsidRPr="003A2DEE" w:rsidRDefault="00721FD1" w:rsidP="003A2DEE">
            <w:pPr>
              <w:rPr>
                <w:rFonts w:ascii="Arial" w:hAnsi="Arial" w:cs="Arial"/>
                <w:highlight w:val="yellow"/>
              </w:rPr>
            </w:pPr>
          </w:p>
        </w:tc>
      </w:tr>
      <w:tr w:rsidR="00721FD1" w:rsidTr="004005B1">
        <w:trPr>
          <w:cantSplit/>
          <w:trHeight w:val="1197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4005B1">
            <w:pPr>
              <w:rPr>
                <w:rFonts w:ascii="Arial" w:hAnsi="Arial" w:cs="Arial"/>
                <w:color w:val="000000"/>
              </w:rPr>
            </w:pPr>
            <w:r w:rsidRPr="006A2027">
              <w:rPr>
                <w:rFonts w:ascii="Arial" w:hAnsi="Arial" w:cs="Arial"/>
                <w:color w:val="000000"/>
              </w:rPr>
              <w:t>Алданова</w:t>
            </w:r>
          </w:p>
          <w:p w:rsidR="00721FD1" w:rsidRPr="00F30B94" w:rsidRDefault="00721FD1" w:rsidP="007430CA">
            <w:pPr>
              <w:rPr>
                <w:rFonts w:ascii="Arial" w:hAnsi="Arial" w:cs="Arial"/>
                <w:highlight w:val="yellow"/>
              </w:rPr>
            </w:pPr>
            <w:r w:rsidRPr="006A2027">
              <w:rPr>
                <w:rFonts w:ascii="Arial" w:hAnsi="Arial" w:cs="Arial"/>
                <w:color w:val="000000"/>
              </w:rPr>
              <w:t>Нурбиби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6A2027">
              <w:rPr>
                <w:rFonts w:ascii="Arial" w:hAnsi="Arial" w:cs="Arial"/>
                <w:color w:val="000000"/>
              </w:rPr>
              <w:t>Оразхановна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4005B1" w:rsidRDefault="00721FD1" w:rsidP="00750759">
            <w:pPr>
              <w:pStyle w:val="Title"/>
              <w:jc w:val="left"/>
              <w:rPr>
                <w:rFonts w:cs="Arial"/>
                <w:b w:val="0"/>
                <w:sz w:val="20"/>
              </w:rPr>
            </w:pPr>
            <w:r w:rsidRPr="004005B1">
              <w:rPr>
                <w:rFonts w:cs="Arial"/>
                <w:b w:val="0"/>
                <w:sz w:val="20"/>
              </w:rPr>
              <w:t>Главный эксперт Управления метрологии и оценки соответствия Комитет</w:t>
            </w:r>
            <w:r>
              <w:rPr>
                <w:rFonts w:cs="Arial"/>
                <w:b w:val="0"/>
                <w:sz w:val="20"/>
              </w:rPr>
              <w:t>а</w:t>
            </w:r>
            <w:r w:rsidRPr="004005B1">
              <w:rPr>
                <w:rFonts w:cs="Arial"/>
                <w:b w:val="0"/>
                <w:sz w:val="20"/>
              </w:rPr>
              <w:t xml:space="preserve"> технического регулирования и метрологии Министерства по инвестициям и развитию (КТРМ РК)</w:t>
            </w:r>
          </w:p>
        </w:tc>
        <w:tc>
          <w:tcPr>
            <w:tcW w:w="1780" w:type="dxa"/>
            <w:vMerge/>
          </w:tcPr>
          <w:p w:rsidR="00721FD1" w:rsidRPr="003A2DEE" w:rsidRDefault="00721FD1" w:rsidP="003A2DEE">
            <w:pPr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150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417900" w:rsidRDefault="00721FD1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Хамитов</w:t>
            </w:r>
          </w:p>
          <w:p w:rsidR="00721FD1" w:rsidRPr="00D04B6A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Искандер Вячеславович</w:t>
            </w:r>
          </w:p>
        </w:tc>
        <w:tc>
          <w:tcPr>
            <w:tcW w:w="2979" w:type="dxa"/>
            <w:vMerge/>
          </w:tcPr>
          <w:p w:rsidR="00721FD1" w:rsidRPr="00417900" w:rsidRDefault="00721FD1" w:rsidP="00750759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4005B1" w:rsidRDefault="00721FD1" w:rsidP="00750759">
            <w:pPr>
              <w:pStyle w:val="Title"/>
              <w:jc w:val="left"/>
              <w:rPr>
                <w:b w:val="0"/>
                <w:sz w:val="20"/>
              </w:rPr>
            </w:pPr>
            <w:r w:rsidRPr="004005B1">
              <w:rPr>
                <w:b w:val="0"/>
                <w:sz w:val="20"/>
              </w:rPr>
              <w:t>Начальник Управления межгосударственной стандартизации и информации</w:t>
            </w:r>
            <w:r w:rsidRPr="004005B1">
              <w:rPr>
                <w:rFonts w:eastAsia="Batang"/>
                <w:b w:val="0"/>
                <w:sz w:val="20"/>
                <w:lang w:eastAsia="ko-KR"/>
              </w:rPr>
              <w:t xml:space="preserve"> РГП «Казахстанский институт стандартизации и сертификации»</w:t>
            </w:r>
          </w:p>
        </w:tc>
        <w:tc>
          <w:tcPr>
            <w:tcW w:w="1780" w:type="dxa"/>
            <w:vMerge/>
          </w:tcPr>
          <w:p w:rsidR="00721FD1" w:rsidRPr="00765006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521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Default="00721FD1">
            <w:pPr>
              <w:jc w:val="center"/>
              <w:rPr>
                <w:rFonts w:ascii="Arial" w:hAnsi="Arial" w:cs="Arial"/>
                <w:caps/>
              </w:rPr>
            </w:pPr>
            <w:r w:rsidRPr="00417900">
              <w:rPr>
                <w:rFonts w:ascii="Arial" w:hAnsi="Arial" w:cs="Arial"/>
                <w:caps/>
              </w:rPr>
              <w:t>кыргызская республика</w:t>
            </w:r>
          </w:p>
          <w:p w:rsidR="00721FD1" w:rsidRPr="00417900" w:rsidRDefault="00721FD1" w:rsidP="00060E5B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Аданбаев</w:t>
            </w:r>
          </w:p>
          <w:p w:rsidR="00721FD1" w:rsidRPr="00B5745C" w:rsidRDefault="00721FD1">
            <w:pPr>
              <w:rPr>
                <w:rFonts w:ascii="Arial" w:hAnsi="Arial" w:cs="Arial"/>
                <w:b/>
              </w:rPr>
            </w:pPr>
            <w:r w:rsidRPr="00B5745C">
              <w:rPr>
                <w:rStyle w:val="Strong"/>
                <w:rFonts w:ascii="Arial" w:hAnsi="Arial" w:cs="Arial"/>
                <w:bCs/>
              </w:rPr>
              <w:t>Бердимамат</w:t>
            </w:r>
            <w:r>
              <w:rPr>
                <w:rStyle w:val="Strong"/>
                <w:rFonts w:ascii="Arial" w:hAnsi="Arial" w:cs="Arial"/>
                <w:bCs/>
              </w:rPr>
              <w:t xml:space="preserve"> </w:t>
            </w:r>
            <w:r w:rsidRPr="00B5745C">
              <w:rPr>
                <w:rStyle w:val="Strong"/>
                <w:rFonts w:ascii="Arial" w:hAnsi="Arial" w:cs="Arial"/>
                <w:bCs/>
              </w:rPr>
              <w:t>Аданбаевич</w:t>
            </w:r>
          </w:p>
        </w:tc>
        <w:tc>
          <w:tcPr>
            <w:tcW w:w="2979" w:type="dxa"/>
            <w:vMerge w:val="restart"/>
          </w:tcPr>
          <w:p w:rsidR="00721FD1" w:rsidRPr="00417900" w:rsidRDefault="00721FD1" w:rsidP="00FE580E">
            <w:pPr>
              <w:rPr>
                <w:rFonts w:ascii="Arial" w:hAnsi="Arial" w:cs="Arial"/>
              </w:rPr>
            </w:pPr>
            <w:r w:rsidRPr="00417900">
              <w:rPr>
                <w:rFonts w:ascii="Arial" w:hAnsi="Arial" w:cs="Arial"/>
              </w:rPr>
              <w:t xml:space="preserve">Министерство </w:t>
            </w:r>
            <w:r>
              <w:rPr>
                <w:rFonts w:ascii="Arial" w:hAnsi="Arial" w:cs="Arial"/>
              </w:rPr>
              <w:t xml:space="preserve">экономики </w:t>
            </w:r>
          </w:p>
        </w:tc>
        <w:tc>
          <w:tcPr>
            <w:tcW w:w="4110" w:type="dxa"/>
          </w:tcPr>
          <w:p w:rsidR="00721FD1" w:rsidRPr="00B5745C" w:rsidRDefault="00721FD1" w:rsidP="006B2D40">
            <w:pPr>
              <w:pStyle w:val="Title"/>
              <w:jc w:val="left"/>
              <w:rPr>
                <w:rFonts w:cs="Arial"/>
              </w:rPr>
            </w:pPr>
            <w:r w:rsidRPr="00B5745C">
              <w:rPr>
                <w:rFonts w:cs="Arial"/>
                <w:b w:val="0"/>
                <w:bCs/>
                <w:sz w:val="20"/>
              </w:rPr>
              <w:t xml:space="preserve">Директор Центра стандартизации и метрологии </w:t>
            </w:r>
            <w:r w:rsidRPr="006B2D40">
              <w:rPr>
                <w:rFonts w:cs="Arial"/>
                <w:b w:val="0"/>
                <w:bCs/>
              </w:rPr>
              <w:t xml:space="preserve">при Министерстве экономики </w:t>
            </w:r>
          </w:p>
        </w:tc>
        <w:tc>
          <w:tcPr>
            <w:tcW w:w="1780" w:type="dxa"/>
            <w:vMerge w:val="restart"/>
          </w:tcPr>
          <w:p w:rsidR="00721FD1" w:rsidRPr="0004111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514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 w:rsidP="00060E5B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7430CA">
            <w:pPr>
              <w:pStyle w:val="Foo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Шабданов</w:t>
            </w:r>
          </w:p>
          <w:p w:rsidR="00721FD1" w:rsidRDefault="00721FD1" w:rsidP="007430CA">
            <w:pPr>
              <w:pStyle w:val="Foo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Бакытбек Касмалиевич</w:t>
            </w:r>
          </w:p>
        </w:tc>
        <w:tc>
          <w:tcPr>
            <w:tcW w:w="2979" w:type="dxa"/>
            <w:vMerge/>
          </w:tcPr>
          <w:p w:rsidR="00721FD1" w:rsidRDefault="00721FD1" w:rsidP="006D265B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Default="00721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отделом регулирования систем оценки соответствия</w:t>
            </w:r>
          </w:p>
        </w:tc>
        <w:tc>
          <w:tcPr>
            <w:tcW w:w="1780" w:type="dxa"/>
            <w:vMerge/>
          </w:tcPr>
          <w:p w:rsidR="00721FD1" w:rsidRPr="0004111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514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 w:rsidP="00060E5B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7430CA">
            <w:pPr>
              <w:pStyle w:val="Foo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Чапаев</w:t>
            </w:r>
          </w:p>
          <w:p w:rsidR="00721FD1" w:rsidRPr="007430CA" w:rsidRDefault="00721FD1" w:rsidP="007430CA">
            <w:pPr>
              <w:rPr>
                <w:rFonts w:ascii="Arial" w:hAnsi="Arial" w:cs="Arial"/>
                <w:b/>
              </w:rPr>
            </w:pPr>
            <w:r w:rsidRPr="007430CA">
              <w:rPr>
                <w:rFonts w:ascii="Arial" w:hAnsi="Arial" w:cs="Arial"/>
              </w:rPr>
              <w:t>Жаныбек</w:t>
            </w:r>
            <w:r>
              <w:rPr>
                <w:rFonts w:ascii="Arial" w:hAnsi="Arial" w:cs="Arial"/>
              </w:rPr>
              <w:t xml:space="preserve"> </w:t>
            </w:r>
            <w:r w:rsidRPr="007430CA">
              <w:rPr>
                <w:rFonts w:ascii="Arial" w:hAnsi="Arial" w:cs="Arial"/>
              </w:rPr>
              <w:t>Жумабекович</w:t>
            </w:r>
          </w:p>
        </w:tc>
        <w:tc>
          <w:tcPr>
            <w:tcW w:w="2979" w:type="dxa"/>
            <w:vMerge/>
          </w:tcPr>
          <w:p w:rsidR="00721FD1" w:rsidRDefault="00721FD1" w:rsidP="006D265B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Default="00721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Директор </w:t>
            </w:r>
            <w:r w:rsidRPr="007430CA">
              <w:rPr>
                <w:rFonts w:ascii="Arial" w:hAnsi="Arial" w:cs="Arial"/>
              </w:rPr>
              <w:t>Кыргызского центра аккредитации</w:t>
            </w:r>
            <w:r>
              <w:rPr>
                <w:rFonts w:ascii="Arial" w:hAnsi="Arial" w:cs="Arial"/>
                <w:bCs/>
              </w:rPr>
              <w:t>п</w:t>
            </w:r>
            <w:r w:rsidRPr="00B5745C">
              <w:rPr>
                <w:rFonts w:ascii="Arial" w:hAnsi="Arial" w:cs="Arial"/>
                <w:bCs/>
              </w:rPr>
              <w:t>ри Министерстве экономики</w:t>
            </w:r>
          </w:p>
        </w:tc>
        <w:tc>
          <w:tcPr>
            <w:tcW w:w="1780" w:type="dxa"/>
            <w:vMerge/>
          </w:tcPr>
          <w:p w:rsidR="00721FD1" w:rsidRPr="0004111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514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 w:rsidP="00060E5B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7430CA">
            <w:pPr>
              <w:pStyle w:val="Foo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Мухамедшина</w:t>
            </w:r>
          </w:p>
          <w:p w:rsidR="00721FD1" w:rsidRDefault="00721FD1" w:rsidP="007430CA">
            <w:pPr>
              <w:pStyle w:val="Foo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Нина Александровна</w:t>
            </w:r>
          </w:p>
        </w:tc>
        <w:tc>
          <w:tcPr>
            <w:tcW w:w="2979" w:type="dxa"/>
            <w:vMerge/>
          </w:tcPr>
          <w:p w:rsidR="00721FD1" w:rsidRDefault="00721FD1" w:rsidP="006D265B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Default="00721FD1" w:rsidP="00A457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Директора </w:t>
            </w:r>
            <w:r w:rsidRPr="007430CA">
              <w:rPr>
                <w:rFonts w:ascii="Arial" w:hAnsi="Arial" w:cs="Arial"/>
              </w:rPr>
              <w:t>Кыргызского центра аккредитации</w:t>
            </w:r>
            <w:r>
              <w:rPr>
                <w:rFonts w:ascii="Arial" w:hAnsi="Arial" w:cs="Arial"/>
                <w:bCs/>
              </w:rPr>
              <w:t>п</w:t>
            </w:r>
            <w:r w:rsidRPr="00B5745C">
              <w:rPr>
                <w:rFonts w:ascii="Arial" w:hAnsi="Arial" w:cs="Arial"/>
                <w:bCs/>
              </w:rPr>
              <w:t>ри Министерстве экономики</w:t>
            </w:r>
          </w:p>
        </w:tc>
        <w:tc>
          <w:tcPr>
            <w:tcW w:w="1780" w:type="dxa"/>
          </w:tcPr>
          <w:p w:rsidR="00721FD1" w:rsidRPr="0004111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514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 w:rsidP="00060E5B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E13934">
            <w:pPr>
              <w:pStyle w:val="Foo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Нурматов</w:t>
            </w:r>
          </w:p>
          <w:p w:rsidR="00721FD1" w:rsidRDefault="00721FD1" w:rsidP="00E13934">
            <w:pPr>
              <w:pStyle w:val="Foo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Болот Асанович</w:t>
            </w:r>
          </w:p>
        </w:tc>
        <w:tc>
          <w:tcPr>
            <w:tcW w:w="2979" w:type="dxa"/>
            <w:vMerge/>
          </w:tcPr>
          <w:p w:rsidR="00721FD1" w:rsidRDefault="00721FD1" w:rsidP="006D265B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E13934" w:rsidRDefault="00721FD1" w:rsidP="00E13934">
            <w:pPr>
              <w:pStyle w:val="Title"/>
              <w:jc w:val="left"/>
              <w:rPr>
                <w:rFonts w:cs="Arial"/>
                <w:b w:val="0"/>
                <w:bCs/>
                <w:sz w:val="20"/>
              </w:rPr>
            </w:pPr>
            <w:r w:rsidRPr="00E13934">
              <w:rPr>
                <w:rFonts w:cs="Arial"/>
                <w:b w:val="0"/>
                <w:sz w:val="20"/>
              </w:rPr>
              <w:t>Начальник Управления делами</w:t>
            </w:r>
            <w:r w:rsidRPr="00E13934">
              <w:rPr>
                <w:rFonts w:cs="Arial"/>
                <w:b w:val="0"/>
                <w:bCs/>
                <w:sz w:val="20"/>
              </w:rPr>
              <w:t xml:space="preserve"> Центра стандартизации и метрологии </w:t>
            </w:r>
          </w:p>
          <w:p w:rsidR="00721FD1" w:rsidRPr="00E13934" w:rsidRDefault="00721FD1" w:rsidP="00E13934">
            <w:pPr>
              <w:pStyle w:val="Title"/>
              <w:jc w:val="left"/>
              <w:rPr>
                <w:rFonts w:cs="Arial"/>
                <w:b w:val="0"/>
                <w:sz w:val="20"/>
              </w:rPr>
            </w:pPr>
            <w:r w:rsidRPr="00E13934">
              <w:rPr>
                <w:rFonts w:cs="Arial"/>
                <w:b w:val="0"/>
                <w:bCs/>
                <w:sz w:val="20"/>
              </w:rPr>
              <w:t>при Министерстве экономики</w:t>
            </w:r>
          </w:p>
        </w:tc>
        <w:tc>
          <w:tcPr>
            <w:tcW w:w="1780" w:type="dxa"/>
          </w:tcPr>
          <w:p w:rsidR="00721FD1" w:rsidRPr="00041119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485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Pr="003B527A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  <w:r w:rsidRPr="003B527A">
              <w:rPr>
                <w:rFonts w:ascii="Arial" w:hAnsi="Arial" w:cs="Arial"/>
                <w:caps/>
                <w:color w:val="000000"/>
              </w:rPr>
              <w:t xml:space="preserve">Республика </w:t>
            </w:r>
          </w:p>
          <w:p w:rsidR="00721FD1" w:rsidRPr="003B527A" w:rsidRDefault="00721FD1" w:rsidP="00D46E6F">
            <w:pPr>
              <w:jc w:val="center"/>
              <w:rPr>
                <w:rFonts w:ascii="Arial" w:hAnsi="Arial" w:cs="Arial"/>
                <w:caps/>
                <w:color w:val="000000"/>
              </w:rPr>
            </w:pPr>
            <w:r w:rsidRPr="003B527A">
              <w:rPr>
                <w:rFonts w:ascii="Arial" w:hAnsi="Arial" w:cs="Arial"/>
                <w:caps/>
                <w:color w:val="000000"/>
              </w:rPr>
              <w:t>Молдова</w:t>
            </w:r>
          </w:p>
          <w:p w:rsidR="00721FD1" w:rsidRPr="003B527A" w:rsidRDefault="00721FD1" w:rsidP="009A3104">
            <w:pPr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8D42E2" w:rsidRDefault="00721FD1" w:rsidP="007430CA">
            <w:pPr>
              <w:rPr>
                <w:rFonts w:ascii="Arial" w:hAnsi="Arial" w:cs="Arial"/>
                <w:b/>
                <w:color w:val="000000"/>
              </w:rPr>
            </w:pPr>
            <w:r w:rsidRPr="008D42E2">
              <w:rPr>
                <w:rFonts w:ascii="Arial" w:hAnsi="Arial" w:cs="Arial"/>
                <w:b/>
                <w:color w:val="000000"/>
              </w:rPr>
              <w:t xml:space="preserve">Трибой </w:t>
            </w:r>
          </w:p>
          <w:p w:rsidR="00721FD1" w:rsidRPr="00C90D3E" w:rsidRDefault="00721FD1" w:rsidP="007430CA">
            <w:pPr>
              <w:rPr>
                <w:rFonts w:ascii="Arial" w:hAnsi="Arial" w:cs="Arial"/>
                <w:caps/>
              </w:rPr>
            </w:pPr>
            <w:r w:rsidRPr="008D42E2">
              <w:rPr>
                <w:rFonts w:ascii="Arial" w:hAnsi="Arial" w:cs="Arial"/>
                <w:b/>
                <w:color w:val="000000"/>
              </w:rPr>
              <w:t>Валерий Фёдорович</w:t>
            </w:r>
          </w:p>
        </w:tc>
        <w:tc>
          <w:tcPr>
            <w:tcW w:w="2979" w:type="dxa"/>
            <w:vMerge w:val="restart"/>
          </w:tcPr>
          <w:p w:rsidR="00721FD1" w:rsidRPr="007E3F42" w:rsidRDefault="00721FD1" w:rsidP="007E3F42">
            <w:pPr>
              <w:pStyle w:val="Title"/>
              <w:jc w:val="left"/>
              <w:rPr>
                <w:b w:val="0"/>
                <w:sz w:val="20"/>
              </w:rPr>
            </w:pPr>
            <w:r w:rsidRPr="007E3F42">
              <w:rPr>
                <w:b w:val="0"/>
                <w:sz w:val="20"/>
              </w:rPr>
              <w:t xml:space="preserve">Министерство экономики </w:t>
            </w:r>
          </w:p>
          <w:p w:rsidR="00721FD1" w:rsidRPr="007E3F42" w:rsidRDefault="00721FD1" w:rsidP="003A2DEE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E13934" w:rsidRDefault="00721FD1" w:rsidP="003A2DEE">
            <w:pPr>
              <w:rPr>
                <w:rFonts w:ascii="Arial" w:hAnsi="Arial" w:cs="Arial"/>
                <w:color w:val="000000"/>
              </w:rPr>
            </w:pPr>
            <w:r w:rsidRPr="00E13934">
              <w:rPr>
                <w:rFonts w:ascii="Arial" w:hAnsi="Arial" w:cs="Arial"/>
                <w:color w:val="000000"/>
              </w:rPr>
              <w:t>Заместитель Министра</w:t>
            </w:r>
          </w:p>
        </w:tc>
        <w:tc>
          <w:tcPr>
            <w:tcW w:w="1780" w:type="dxa"/>
            <w:vMerge w:val="restart"/>
          </w:tcPr>
          <w:p w:rsidR="00721FD1" w:rsidRDefault="00721FD1" w:rsidP="00762B6F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537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2F1457" w:rsidRDefault="00721FD1" w:rsidP="009A3104">
            <w:pPr>
              <w:rPr>
                <w:rFonts w:ascii="Arial" w:hAnsi="Arial" w:cs="Arial"/>
                <w:cap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</w:tcPr>
          <w:p w:rsidR="00721FD1" w:rsidRPr="00F179CC" w:rsidRDefault="00721FD1" w:rsidP="007430CA">
            <w:pPr>
              <w:pStyle w:val="Heading1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F179CC"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Споялэ</w:t>
            </w:r>
          </w:p>
          <w:p w:rsidR="00721FD1" w:rsidRPr="006D2CCC" w:rsidRDefault="00721FD1" w:rsidP="007430CA">
            <w:pPr>
              <w:rPr>
                <w:rFonts w:ascii="Arial" w:hAnsi="Arial" w:cs="Arial"/>
              </w:rPr>
            </w:pPr>
            <w:r w:rsidRPr="006D2CCC">
              <w:rPr>
                <w:rFonts w:ascii="Arial" w:hAnsi="Arial" w:cs="Arial"/>
              </w:rPr>
              <w:t>Еужения Митрофановна</w:t>
            </w:r>
          </w:p>
        </w:tc>
        <w:tc>
          <w:tcPr>
            <w:tcW w:w="2979" w:type="dxa"/>
            <w:vMerge/>
          </w:tcPr>
          <w:p w:rsidR="00721FD1" w:rsidRPr="007E3F42" w:rsidRDefault="00721FD1" w:rsidP="003A2DEE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Default="00721FD1" w:rsidP="003A2DE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Директор Национального центра аккредитации</w:t>
            </w:r>
          </w:p>
        </w:tc>
        <w:tc>
          <w:tcPr>
            <w:tcW w:w="1780" w:type="dxa"/>
            <w:vMerge/>
          </w:tcPr>
          <w:p w:rsidR="00721FD1" w:rsidRDefault="00721FD1" w:rsidP="00762B6F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537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2F1457" w:rsidRDefault="00721FD1" w:rsidP="009A3104">
            <w:pPr>
              <w:rPr>
                <w:rFonts w:ascii="Arial" w:hAnsi="Arial" w:cs="Arial"/>
                <w:cap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</w:tcPr>
          <w:p w:rsidR="00721FD1" w:rsidRDefault="00721FD1" w:rsidP="00CB50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Цуркан</w:t>
            </w:r>
          </w:p>
          <w:p w:rsidR="00721FD1" w:rsidRDefault="00721FD1" w:rsidP="00CB50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Ана Георгиевна</w:t>
            </w:r>
          </w:p>
        </w:tc>
        <w:tc>
          <w:tcPr>
            <w:tcW w:w="2979" w:type="dxa"/>
            <w:vMerge/>
          </w:tcPr>
          <w:p w:rsidR="00721FD1" w:rsidRPr="007E3F42" w:rsidRDefault="00721FD1" w:rsidP="003A2DEE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A37B0E" w:rsidRDefault="00721FD1" w:rsidP="003A2DEE">
            <w:pPr>
              <w:rPr>
                <w:rFonts w:ascii="Arial" w:hAnsi="Arial" w:cs="Arial"/>
                <w:color w:val="000000"/>
              </w:rPr>
            </w:pPr>
            <w:r w:rsidRPr="00A37B0E">
              <w:rPr>
                <w:rFonts w:ascii="Arial" w:hAnsi="Arial" w:cs="Arial"/>
              </w:rPr>
              <w:t xml:space="preserve">Начальник главного управления инфраструктуры качества </w:t>
            </w:r>
            <w:smartTag w:uri="urn:schemas-microsoft-com:office:smarttags" w:element="PersonName">
              <w:smartTagPr>
                <w:attr w:name="ProductID" w:val="и по надзору"/>
              </w:smartTagPr>
              <w:r w:rsidRPr="00A37B0E">
                <w:rPr>
                  <w:rFonts w:ascii="Arial" w:hAnsi="Arial" w:cs="Arial"/>
                </w:rPr>
                <w:t>и по надзору</w:t>
              </w:r>
            </w:smartTag>
            <w:r w:rsidRPr="00A37B0E">
              <w:rPr>
                <w:rFonts w:ascii="Arial" w:hAnsi="Arial" w:cs="Arial"/>
              </w:rPr>
              <w:t xml:space="preserve"> за рынком</w:t>
            </w:r>
          </w:p>
        </w:tc>
        <w:tc>
          <w:tcPr>
            <w:tcW w:w="1780" w:type="dxa"/>
            <w:vMerge/>
          </w:tcPr>
          <w:p w:rsidR="00721FD1" w:rsidRDefault="00721FD1" w:rsidP="00762B6F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537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2F1457" w:rsidRDefault="00721FD1" w:rsidP="009A3104">
            <w:pPr>
              <w:rPr>
                <w:rFonts w:ascii="Arial" w:hAnsi="Arial" w:cs="Arial"/>
                <w:cap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</w:tcPr>
          <w:p w:rsidR="00721FD1" w:rsidRDefault="00721FD1" w:rsidP="00CB50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Драганча</w:t>
            </w:r>
          </w:p>
          <w:p w:rsidR="00721FD1" w:rsidRPr="007430CA" w:rsidRDefault="00721FD1" w:rsidP="00CB50E7">
            <w:pPr>
              <w:rPr>
                <w:rFonts w:ascii="Arial" w:hAnsi="Arial" w:cs="Arial"/>
              </w:rPr>
            </w:pPr>
            <w:r w:rsidRPr="007430CA">
              <w:rPr>
                <w:rFonts w:ascii="Arial" w:hAnsi="Arial" w:cs="Arial"/>
              </w:rPr>
              <w:t>Виталий Константинович</w:t>
            </w:r>
          </w:p>
        </w:tc>
        <w:tc>
          <w:tcPr>
            <w:tcW w:w="2979" w:type="dxa"/>
            <w:vMerge/>
          </w:tcPr>
          <w:p w:rsidR="00721FD1" w:rsidRPr="007E3F42" w:rsidRDefault="00721FD1" w:rsidP="003A2DEE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Default="00721FD1" w:rsidP="003A2DE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Директор Национального института метрологии</w:t>
            </w:r>
          </w:p>
        </w:tc>
        <w:tc>
          <w:tcPr>
            <w:tcW w:w="1780" w:type="dxa"/>
            <w:vMerge/>
          </w:tcPr>
          <w:p w:rsidR="00721FD1" w:rsidRDefault="00721FD1" w:rsidP="00762B6F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537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2F1457" w:rsidRDefault="00721FD1" w:rsidP="009A3104">
            <w:pPr>
              <w:rPr>
                <w:rFonts w:ascii="Arial" w:hAnsi="Arial" w:cs="Arial"/>
                <w:cap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</w:tcPr>
          <w:p w:rsidR="00721FD1" w:rsidRDefault="00721FD1" w:rsidP="00CB50E7">
            <w:pPr>
              <w:rPr>
                <w:rFonts w:ascii="Arial" w:hAnsi="Arial" w:cs="Arial"/>
              </w:rPr>
            </w:pPr>
            <w:r w:rsidRPr="006D2CCC">
              <w:rPr>
                <w:rFonts w:ascii="Arial" w:hAnsi="Arial" w:cs="Arial"/>
              </w:rPr>
              <w:t>Сокол</w:t>
            </w:r>
          </w:p>
          <w:p w:rsidR="00721FD1" w:rsidRPr="006D2CCC" w:rsidRDefault="00721FD1" w:rsidP="00CB50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Юрий Михайлович</w:t>
            </w:r>
          </w:p>
        </w:tc>
        <w:tc>
          <w:tcPr>
            <w:tcW w:w="2979" w:type="dxa"/>
            <w:vMerge/>
          </w:tcPr>
          <w:p w:rsidR="00721FD1" w:rsidRPr="007E3F42" w:rsidRDefault="00721FD1" w:rsidP="003A2DEE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7E3F42" w:rsidRDefault="00721FD1" w:rsidP="003A2DE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Директор Национального института стандартизации</w:t>
            </w:r>
          </w:p>
        </w:tc>
        <w:tc>
          <w:tcPr>
            <w:tcW w:w="1780" w:type="dxa"/>
            <w:vMerge/>
          </w:tcPr>
          <w:p w:rsidR="00721FD1" w:rsidRDefault="00721FD1" w:rsidP="00762B6F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440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Default="00721FD1" w:rsidP="006D2C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Катана</w:t>
            </w:r>
          </w:p>
          <w:p w:rsidR="00721FD1" w:rsidRPr="006D2CCC" w:rsidRDefault="00721FD1" w:rsidP="006D2CC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Виолета Андреевна</w:t>
            </w:r>
          </w:p>
        </w:tc>
        <w:tc>
          <w:tcPr>
            <w:tcW w:w="2979" w:type="dxa"/>
            <w:vMerge/>
          </w:tcPr>
          <w:p w:rsidR="00721FD1" w:rsidRPr="007E3F42" w:rsidRDefault="00721FD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10" w:type="dxa"/>
          </w:tcPr>
          <w:p w:rsidR="00721FD1" w:rsidRPr="007E3F42" w:rsidRDefault="00721FD1" w:rsidP="0093346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Директор Центра прикладной метрологии и сертификации</w:t>
            </w:r>
          </w:p>
        </w:tc>
        <w:tc>
          <w:tcPr>
            <w:tcW w:w="1780" w:type="dxa"/>
            <w:vMerge/>
          </w:tcPr>
          <w:p w:rsidR="00721FD1" w:rsidRPr="00906CCB" w:rsidRDefault="00721FD1" w:rsidP="00906CCB">
            <w:pPr>
              <w:ind w:left="-108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97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Pr="00907ECD" w:rsidRDefault="00721FD1" w:rsidP="0027564D">
            <w:pPr>
              <w:jc w:val="center"/>
              <w:rPr>
                <w:rFonts w:ascii="Arial" w:hAnsi="Arial" w:cs="Arial"/>
                <w:caps/>
              </w:rPr>
            </w:pPr>
            <w:r w:rsidRPr="00907ECD">
              <w:rPr>
                <w:rFonts w:ascii="Arial" w:hAnsi="Arial" w:cs="Arial"/>
                <w:caps/>
              </w:rPr>
              <w:t>Российская федерация</w:t>
            </w:r>
          </w:p>
          <w:p w:rsidR="00721FD1" w:rsidRPr="00907ECD" w:rsidRDefault="00721FD1" w:rsidP="003D283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127544"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Копкина</w:t>
            </w:r>
          </w:p>
          <w:p w:rsidR="00721FD1" w:rsidRPr="00127544" w:rsidRDefault="00721FD1" w:rsidP="00127544">
            <w:pPr>
              <w:ind w:right="-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Марина Михайловна</w:t>
            </w:r>
          </w:p>
        </w:tc>
        <w:tc>
          <w:tcPr>
            <w:tcW w:w="2979" w:type="dxa"/>
            <w:vMerge w:val="restart"/>
          </w:tcPr>
          <w:p w:rsidR="00721FD1" w:rsidRDefault="00721FD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Министерство промышленности и торговли</w:t>
            </w:r>
          </w:p>
          <w:p w:rsidR="00721FD1" w:rsidRPr="00A172AB" w:rsidRDefault="00721FD1" w:rsidP="001D35A5">
            <w:pPr>
              <w:rPr>
                <w:rFonts w:ascii="Arial" w:hAnsi="Arial" w:cs="Arial"/>
                <w:color w:val="000000"/>
              </w:rPr>
            </w:pPr>
            <w:r w:rsidRPr="00127544">
              <w:rPr>
                <w:rFonts w:ascii="Arial" w:hAnsi="Arial" w:cs="Arial"/>
              </w:rPr>
              <w:t>Департамент государственной политики в области технического регулирования и обеспечения единства измерений</w:t>
            </w:r>
          </w:p>
        </w:tc>
        <w:tc>
          <w:tcPr>
            <w:tcW w:w="4110" w:type="dxa"/>
          </w:tcPr>
          <w:p w:rsidR="00721FD1" w:rsidRPr="00B41ED5" w:rsidRDefault="00721FD1" w:rsidP="00933469">
            <w:pPr>
              <w:rPr>
                <w:rFonts w:ascii="Arial" w:hAnsi="Arial" w:cs="Arial"/>
                <w:color w:val="000000"/>
              </w:rPr>
            </w:pPr>
            <w:r w:rsidRPr="00B41ED5">
              <w:rPr>
                <w:rFonts w:ascii="Arial" w:hAnsi="Arial" w:cs="Arial"/>
                <w:color w:val="000000"/>
              </w:rPr>
              <w:t xml:space="preserve">Заместитель директора </w:t>
            </w:r>
          </w:p>
        </w:tc>
        <w:tc>
          <w:tcPr>
            <w:tcW w:w="1780" w:type="dxa"/>
            <w:vMerge w:val="restart"/>
          </w:tcPr>
          <w:p w:rsidR="00721FD1" w:rsidRPr="00906CCB" w:rsidRDefault="00721FD1" w:rsidP="00D16C93">
            <w:pPr>
              <w:ind w:left="-108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01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907ECD" w:rsidRDefault="00721FD1" w:rsidP="003D283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1275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Веснина</w:t>
            </w:r>
          </w:p>
          <w:p w:rsidR="00721FD1" w:rsidRPr="00127544" w:rsidRDefault="00721FD1" w:rsidP="001275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Елена Николаевна</w:t>
            </w:r>
          </w:p>
        </w:tc>
        <w:tc>
          <w:tcPr>
            <w:tcW w:w="2979" w:type="dxa"/>
            <w:vMerge/>
          </w:tcPr>
          <w:p w:rsidR="00721FD1" w:rsidRPr="007E3F42" w:rsidRDefault="00721FD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10" w:type="dxa"/>
          </w:tcPr>
          <w:p w:rsidR="00721FD1" w:rsidRDefault="00721FD1" w:rsidP="0093346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Начальник отдела стандартизации</w:t>
            </w:r>
          </w:p>
        </w:tc>
        <w:tc>
          <w:tcPr>
            <w:tcW w:w="1780" w:type="dxa"/>
            <w:vMerge/>
          </w:tcPr>
          <w:p w:rsidR="00721FD1" w:rsidRPr="00906CCB" w:rsidRDefault="00721FD1" w:rsidP="00906CCB">
            <w:pPr>
              <w:ind w:left="-108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47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 w:rsidP="003D2836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F179CC" w:rsidRDefault="00721FD1" w:rsidP="001D35A5">
            <w:pPr>
              <w:pStyle w:val="Heading1"/>
              <w:rPr>
                <w:rFonts w:ascii="Arial" w:hAnsi="Arial" w:cs="Arial"/>
                <w:bCs w:val="0"/>
                <w:color w:val="000000"/>
                <w:kern w:val="0"/>
                <w:sz w:val="20"/>
                <w:szCs w:val="20"/>
              </w:rPr>
            </w:pPr>
            <w:r w:rsidRPr="00F179CC">
              <w:rPr>
                <w:rFonts w:ascii="Arial" w:hAnsi="Arial" w:cs="Arial"/>
                <w:bCs w:val="0"/>
                <w:color w:val="000000"/>
                <w:kern w:val="0"/>
                <w:sz w:val="20"/>
                <w:szCs w:val="20"/>
              </w:rPr>
              <w:t>Абрамов</w:t>
            </w:r>
          </w:p>
          <w:p w:rsidR="00721FD1" w:rsidRPr="00F179CC" w:rsidRDefault="00721FD1" w:rsidP="001D35A5">
            <w:pPr>
              <w:pStyle w:val="Heading1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F179CC"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>Алексей Владимирович</w:t>
            </w:r>
          </w:p>
        </w:tc>
        <w:tc>
          <w:tcPr>
            <w:tcW w:w="2979" w:type="dxa"/>
            <w:vMerge w:val="restart"/>
          </w:tcPr>
          <w:p w:rsidR="00721FD1" w:rsidRDefault="00721FD1" w:rsidP="001D35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Федеральное </w:t>
            </w:r>
            <w:smartTag w:uri="urn:schemas-microsoft-com:office:smarttags" w:element="PersonName">
              <w:smartTagPr>
                <w:attr w:name="ProductID" w:val="агентство по техническому"/>
              </w:smartTagPr>
              <w:r>
                <w:rPr>
                  <w:rFonts w:ascii="Arial" w:hAnsi="Arial" w:cs="Arial"/>
                </w:rPr>
                <w:t>агентство по техническому</w:t>
              </w:r>
            </w:smartTag>
            <w:r>
              <w:rPr>
                <w:rFonts w:ascii="Arial" w:hAnsi="Arial" w:cs="Arial"/>
              </w:rPr>
              <w:t xml:space="preserve"> регулированию и метрологии</w:t>
            </w:r>
          </w:p>
          <w:p w:rsidR="00721FD1" w:rsidRPr="007E3F42" w:rsidRDefault="00721FD1" w:rsidP="008E57E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(Росстандарт)</w:t>
            </w:r>
          </w:p>
        </w:tc>
        <w:tc>
          <w:tcPr>
            <w:tcW w:w="4110" w:type="dxa"/>
          </w:tcPr>
          <w:p w:rsidR="00721FD1" w:rsidRPr="00907ECD" w:rsidRDefault="00721FD1" w:rsidP="003E41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</w:t>
            </w:r>
          </w:p>
        </w:tc>
        <w:tc>
          <w:tcPr>
            <w:tcW w:w="1780" w:type="dxa"/>
            <w:vMerge w:val="restart"/>
          </w:tcPr>
          <w:p w:rsidR="00721FD1" w:rsidRPr="00906CCB" w:rsidRDefault="00721FD1" w:rsidP="00D16C93">
            <w:pPr>
              <w:ind w:left="-108"/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93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 w:rsidP="003D2836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F179CC" w:rsidRDefault="00721FD1" w:rsidP="001D35A5">
            <w:pPr>
              <w:pStyle w:val="Heading1"/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</w:pPr>
            <w:r w:rsidRPr="00F179CC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Зажигалкин</w:t>
            </w:r>
          </w:p>
          <w:p w:rsidR="00721FD1" w:rsidRPr="00F179CC" w:rsidRDefault="00721FD1" w:rsidP="001D35A5">
            <w:pPr>
              <w:pStyle w:val="Heading1"/>
              <w:rPr>
                <w:rFonts w:ascii="Arial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F179CC">
              <w:rPr>
                <w:rFonts w:ascii="Arial" w:hAnsi="Arial" w:cs="Arial"/>
                <w:b w:val="0"/>
                <w:bCs w:val="0"/>
                <w:kern w:val="0"/>
                <w:sz w:val="20"/>
                <w:szCs w:val="20"/>
              </w:rPr>
              <w:t>Александр Владимирович</w:t>
            </w:r>
          </w:p>
        </w:tc>
        <w:tc>
          <w:tcPr>
            <w:tcW w:w="2979" w:type="dxa"/>
            <w:vMerge/>
          </w:tcPr>
          <w:p w:rsidR="00721FD1" w:rsidRPr="007E3F42" w:rsidRDefault="00721FD1" w:rsidP="008E57E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10" w:type="dxa"/>
          </w:tcPr>
          <w:p w:rsidR="00721FD1" w:rsidRPr="00907ECD" w:rsidRDefault="00721FD1" w:rsidP="003E41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Руководителя</w:t>
            </w:r>
          </w:p>
        </w:tc>
        <w:tc>
          <w:tcPr>
            <w:tcW w:w="1780" w:type="dxa"/>
            <w:vMerge/>
          </w:tcPr>
          <w:p w:rsidR="00721FD1" w:rsidRPr="00906CCB" w:rsidRDefault="00721FD1" w:rsidP="00906CCB">
            <w:pPr>
              <w:ind w:left="-108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226"/>
        </w:trPr>
        <w:tc>
          <w:tcPr>
            <w:tcW w:w="959" w:type="dxa"/>
          </w:tcPr>
          <w:p w:rsidR="00721FD1" w:rsidRPr="00907EC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907ECD" w:rsidRDefault="00721FD1" w:rsidP="003D2836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  <w:vAlign w:val="center"/>
          </w:tcPr>
          <w:p w:rsidR="00721FD1" w:rsidRPr="00F179CC" w:rsidRDefault="00721FD1" w:rsidP="00157B31">
            <w:pPr>
              <w:pStyle w:val="Heading1"/>
              <w:rPr>
                <w:rFonts w:ascii="Arial" w:hAnsi="Arial" w:cs="Arial"/>
                <w:b w:val="0"/>
                <w:kern w:val="0"/>
                <w:sz w:val="20"/>
                <w:szCs w:val="20"/>
              </w:rPr>
            </w:pPr>
            <w:r w:rsidRPr="00F179CC">
              <w:rPr>
                <w:rFonts w:ascii="Arial" w:hAnsi="Arial" w:cs="Arial"/>
                <w:b w:val="0"/>
                <w:kern w:val="0"/>
                <w:sz w:val="20"/>
                <w:szCs w:val="20"/>
              </w:rPr>
              <w:t xml:space="preserve">Белоусова </w:t>
            </w:r>
          </w:p>
          <w:p w:rsidR="00721FD1" w:rsidRPr="00F179CC" w:rsidRDefault="00721FD1" w:rsidP="00157B31">
            <w:pPr>
              <w:pStyle w:val="Heading1"/>
              <w:rPr>
                <w:rFonts w:ascii="Arial" w:hAnsi="Arial" w:cs="Arial"/>
                <w:b w:val="0"/>
                <w:bCs w:val="0"/>
                <w:caps/>
                <w:color w:val="000000"/>
                <w:kern w:val="0"/>
                <w:sz w:val="20"/>
                <w:szCs w:val="20"/>
              </w:rPr>
            </w:pPr>
            <w:r w:rsidRPr="00F179CC">
              <w:rPr>
                <w:rFonts w:ascii="Arial" w:hAnsi="Arial" w:cs="Arial"/>
                <w:b w:val="0"/>
                <w:kern w:val="0"/>
                <w:sz w:val="20"/>
                <w:szCs w:val="20"/>
              </w:rPr>
              <w:t>Мария Геннадьевна</w:t>
            </w:r>
          </w:p>
        </w:tc>
        <w:tc>
          <w:tcPr>
            <w:tcW w:w="2979" w:type="dxa"/>
            <w:vMerge/>
          </w:tcPr>
          <w:p w:rsidR="00721FD1" w:rsidRPr="00907ECD" w:rsidRDefault="00721FD1" w:rsidP="008E57EE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C452A3" w:rsidRDefault="00721FD1" w:rsidP="002B65B0">
            <w:pPr>
              <w:rPr>
                <w:rFonts w:ascii="Arial" w:hAnsi="Arial" w:cs="Arial"/>
              </w:rPr>
            </w:pPr>
            <w:r w:rsidRPr="00C452A3">
              <w:rPr>
                <w:rFonts w:ascii="Arial" w:hAnsi="Arial" w:cs="Arial"/>
              </w:rPr>
              <w:t>Помощник Руководителя</w:t>
            </w:r>
          </w:p>
        </w:tc>
        <w:tc>
          <w:tcPr>
            <w:tcW w:w="1780" w:type="dxa"/>
            <w:vMerge/>
          </w:tcPr>
          <w:p w:rsidR="00721FD1" w:rsidRPr="00D2736E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Tr="00743B04">
        <w:trPr>
          <w:cantSplit/>
          <w:trHeight w:val="101"/>
        </w:trPr>
        <w:tc>
          <w:tcPr>
            <w:tcW w:w="959" w:type="dxa"/>
          </w:tcPr>
          <w:p w:rsidR="00721FD1" w:rsidRPr="00907EC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907ECD" w:rsidRDefault="00721FD1" w:rsidP="008E57EE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157B31">
            <w:pPr>
              <w:rPr>
                <w:rFonts w:ascii="Arial" w:hAnsi="Arial" w:cs="Arial"/>
              </w:rPr>
            </w:pPr>
            <w:r w:rsidRPr="008C7906">
              <w:rPr>
                <w:rFonts w:ascii="Arial" w:hAnsi="Arial" w:cs="Arial"/>
                <w:bCs/>
                <w:szCs w:val="24"/>
              </w:rPr>
              <w:t>Лазаренко Евгений Русланович</w:t>
            </w:r>
          </w:p>
        </w:tc>
        <w:tc>
          <w:tcPr>
            <w:tcW w:w="2979" w:type="dxa"/>
            <w:vMerge/>
            <w:vAlign w:val="center"/>
          </w:tcPr>
          <w:p w:rsidR="00721FD1" w:rsidRPr="00907ECD" w:rsidRDefault="00721F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7224EB" w:rsidRDefault="00721FD1" w:rsidP="002B65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</w:t>
            </w:r>
            <w:r w:rsidRPr="007C4D5B">
              <w:rPr>
                <w:rFonts w:ascii="Arial" w:hAnsi="Arial" w:cs="Arial"/>
                <w:sz w:val="22"/>
                <w:szCs w:val="22"/>
              </w:rPr>
              <w:t>начальника</w:t>
            </w:r>
            <w:r w:rsidRPr="007C4D5B">
              <w:rPr>
                <w:rFonts w:ascii="Arial" w:hAnsi="Arial" w:cs="Arial"/>
                <w:sz w:val="22"/>
                <w:szCs w:val="22"/>
              </w:rPr>
              <w:br/>
            </w:r>
            <w:r w:rsidRPr="001220E9">
              <w:rPr>
                <w:rFonts w:ascii="Arial" w:hAnsi="Arial" w:cs="Arial"/>
              </w:rPr>
              <w:t>Управления метрологии</w:t>
            </w:r>
          </w:p>
        </w:tc>
        <w:tc>
          <w:tcPr>
            <w:tcW w:w="1780" w:type="dxa"/>
            <w:vMerge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101"/>
        </w:trPr>
        <w:tc>
          <w:tcPr>
            <w:tcW w:w="959" w:type="dxa"/>
          </w:tcPr>
          <w:p w:rsidR="00721FD1" w:rsidRPr="00907EC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907ECD" w:rsidRDefault="00721FD1" w:rsidP="008E57EE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15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Будкин</w:t>
            </w:r>
          </w:p>
          <w:p w:rsidR="00721FD1" w:rsidRPr="00157B31" w:rsidRDefault="00721FD1" w:rsidP="00157B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Юрий Валерьевич</w:t>
            </w:r>
          </w:p>
        </w:tc>
        <w:tc>
          <w:tcPr>
            <w:tcW w:w="2979" w:type="dxa"/>
            <w:vMerge/>
            <w:vAlign w:val="center"/>
          </w:tcPr>
          <w:p w:rsidR="00721FD1" w:rsidRPr="00907ECD" w:rsidRDefault="00721F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592CD6" w:rsidRDefault="00721FD1" w:rsidP="002B65B0">
            <w:pPr>
              <w:rPr>
                <w:rFonts w:ascii="Arial" w:hAnsi="Arial" w:cs="Arial"/>
              </w:rPr>
            </w:pPr>
            <w:r w:rsidRPr="007224EB">
              <w:rPr>
                <w:rFonts w:ascii="Arial" w:hAnsi="Arial" w:cs="Arial"/>
              </w:rPr>
              <w:t xml:space="preserve">Заместитель директора по научной работе </w:t>
            </w:r>
            <w:r w:rsidRPr="00254D02">
              <w:rPr>
                <w:rFonts w:ascii="Arial" w:hAnsi="Arial" w:cs="Arial"/>
                <w:bCs/>
                <w:color w:val="000000"/>
              </w:rPr>
              <w:t>ФГУП «ВНИИНМАШ»</w:t>
            </w:r>
          </w:p>
        </w:tc>
        <w:tc>
          <w:tcPr>
            <w:tcW w:w="1780" w:type="dxa"/>
            <w:vMerge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147"/>
        </w:trPr>
        <w:tc>
          <w:tcPr>
            <w:tcW w:w="959" w:type="dxa"/>
          </w:tcPr>
          <w:p w:rsidR="00721FD1" w:rsidRPr="00907EC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907ECD" w:rsidRDefault="00721FD1" w:rsidP="008E57EE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157B31">
            <w:pPr>
              <w:pStyle w:val="Title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Бутырев</w:t>
            </w:r>
          </w:p>
          <w:p w:rsidR="00721FD1" w:rsidRPr="00907ECD" w:rsidRDefault="00721FD1" w:rsidP="00157B31">
            <w:pPr>
              <w:pStyle w:val="Title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Юрий Иванович</w:t>
            </w:r>
          </w:p>
        </w:tc>
        <w:tc>
          <w:tcPr>
            <w:tcW w:w="2979" w:type="dxa"/>
            <w:vMerge/>
            <w:vAlign w:val="center"/>
          </w:tcPr>
          <w:p w:rsidR="00721FD1" w:rsidRPr="00907ECD" w:rsidRDefault="00721F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907ECD" w:rsidRDefault="00721FD1">
            <w:pPr>
              <w:rPr>
                <w:rFonts w:ascii="Arial" w:hAnsi="Arial" w:cs="Arial"/>
              </w:rPr>
            </w:pPr>
            <w:r w:rsidRPr="006E677C">
              <w:rPr>
                <w:rFonts w:ascii="Arial" w:hAnsi="Arial" w:cs="Arial"/>
              </w:rPr>
              <w:t xml:space="preserve">Советник </w:t>
            </w:r>
            <w:r>
              <w:rPr>
                <w:rFonts w:ascii="Arial" w:hAnsi="Arial" w:cs="Arial"/>
              </w:rPr>
              <w:t xml:space="preserve">Генерального директора </w:t>
            </w:r>
            <w:r w:rsidRPr="006E677C">
              <w:rPr>
                <w:rFonts w:ascii="Arial" w:hAnsi="Arial" w:cs="Arial"/>
              </w:rPr>
              <w:t>ФГУП «Стандартинформ»</w:t>
            </w:r>
          </w:p>
        </w:tc>
        <w:tc>
          <w:tcPr>
            <w:tcW w:w="1780" w:type="dxa"/>
            <w:vMerge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147"/>
        </w:trPr>
        <w:tc>
          <w:tcPr>
            <w:tcW w:w="959" w:type="dxa"/>
          </w:tcPr>
          <w:p w:rsidR="00721FD1" w:rsidRPr="00907EC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907ECD" w:rsidRDefault="00721FD1" w:rsidP="008E57EE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157B31">
            <w:pPr>
              <w:pStyle w:val="Title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Сахаров Вячеслав Алексеевич</w:t>
            </w:r>
          </w:p>
        </w:tc>
        <w:tc>
          <w:tcPr>
            <w:tcW w:w="2979" w:type="dxa"/>
            <w:vMerge/>
            <w:vAlign w:val="center"/>
          </w:tcPr>
          <w:p w:rsidR="00721FD1" w:rsidRPr="00907ECD" w:rsidRDefault="00721F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6E677C" w:rsidRDefault="00721F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Гл. эксперт ОАО «ВНИИС»</w:t>
            </w:r>
          </w:p>
        </w:tc>
        <w:tc>
          <w:tcPr>
            <w:tcW w:w="1780" w:type="dxa"/>
            <w:vMerge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147"/>
        </w:trPr>
        <w:tc>
          <w:tcPr>
            <w:tcW w:w="959" w:type="dxa"/>
          </w:tcPr>
          <w:p w:rsidR="00721FD1" w:rsidRPr="00907EC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907ECD" w:rsidRDefault="00721FD1" w:rsidP="008E57EE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157B31">
            <w:pPr>
              <w:pStyle w:val="Title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Герасименко</w:t>
            </w:r>
          </w:p>
          <w:p w:rsidR="00721FD1" w:rsidRDefault="00721FD1" w:rsidP="00157B31">
            <w:pPr>
              <w:pStyle w:val="Title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Сергей Анатольевич</w:t>
            </w:r>
          </w:p>
        </w:tc>
        <w:tc>
          <w:tcPr>
            <w:tcW w:w="2979" w:type="dxa"/>
            <w:vMerge/>
            <w:vAlign w:val="center"/>
          </w:tcPr>
          <w:p w:rsidR="00721FD1" w:rsidRPr="00907ECD" w:rsidRDefault="00721F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EE2C42" w:rsidRDefault="00721FD1">
            <w:pPr>
              <w:rPr>
                <w:rFonts w:ascii="Arial" w:hAnsi="Arial" w:cs="Arial"/>
              </w:rPr>
            </w:pPr>
            <w:r w:rsidRPr="00EE2C42">
              <w:rPr>
                <w:rStyle w:val="Strong"/>
                <w:rFonts w:ascii="Arial" w:hAnsi="Arial" w:cs="Arial"/>
                <w:b w:val="0"/>
              </w:rPr>
              <w:t>Заместитель начальника отдела стандартизации и технической документации Департамента технической политики</w:t>
            </w:r>
            <w:r>
              <w:rPr>
                <w:rStyle w:val="Strong"/>
                <w:rFonts w:ascii="Arial" w:hAnsi="Arial" w:cs="Arial"/>
                <w:b w:val="0"/>
              </w:rPr>
              <w:t xml:space="preserve"> ОАО «РЖД»</w:t>
            </w:r>
          </w:p>
        </w:tc>
        <w:tc>
          <w:tcPr>
            <w:tcW w:w="1780" w:type="dxa"/>
            <w:vMerge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Tr="00743B04">
        <w:trPr>
          <w:cantSplit/>
          <w:trHeight w:val="259"/>
        </w:trPr>
        <w:tc>
          <w:tcPr>
            <w:tcW w:w="959" w:type="dxa"/>
          </w:tcPr>
          <w:p w:rsidR="00721FD1" w:rsidRPr="00907EC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907ECD" w:rsidRDefault="00721FD1" w:rsidP="008E57EE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Pr="008E189C" w:rsidRDefault="00721FD1" w:rsidP="008E189C">
            <w:pPr>
              <w:rPr>
                <w:rFonts w:ascii="Arial" w:hAnsi="Arial" w:cs="Arial"/>
              </w:rPr>
            </w:pPr>
            <w:r w:rsidRPr="008E189C">
              <w:rPr>
                <w:rFonts w:ascii="Arial" w:hAnsi="Arial" w:cs="Arial"/>
              </w:rPr>
              <w:t>Ткачук</w:t>
            </w:r>
          </w:p>
          <w:p w:rsidR="00721FD1" w:rsidRPr="008E189C" w:rsidRDefault="00721FD1" w:rsidP="008E189C">
            <w:pPr>
              <w:pStyle w:val="Title"/>
              <w:jc w:val="left"/>
              <w:rPr>
                <w:b w:val="0"/>
                <w:bCs/>
                <w:sz w:val="20"/>
              </w:rPr>
            </w:pPr>
            <w:r w:rsidRPr="008E189C">
              <w:rPr>
                <w:rFonts w:cs="Arial"/>
                <w:b w:val="0"/>
                <w:sz w:val="20"/>
              </w:rPr>
              <w:t>Юрий Григорьевич</w:t>
            </w:r>
          </w:p>
        </w:tc>
        <w:tc>
          <w:tcPr>
            <w:tcW w:w="2979" w:type="dxa"/>
            <w:vMerge/>
            <w:vAlign w:val="center"/>
          </w:tcPr>
          <w:p w:rsidR="00721FD1" w:rsidRPr="00907ECD" w:rsidRDefault="00721F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Default="00721FD1" w:rsidP="008E189C">
            <w:pPr>
              <w:rPr>
                <w:rFonts w:ascii="Arial" w:hAnsi="Arial" w:cs="Arial"/>
              </w:rPr>
            </w:pPr>
            <w:r w:rsidRPr="00592CD6">
              <w:rPr>
                <w:rFonts w:ascii="Arial" w:hAnsi="Arial" w:cs="Arial"/>
              </w:rPr>
              <w:t>Руководитель дирекции стандартизации</w:t>
            </w:r>
          </w:p>
          <w:p w:rsidR="00721FD1" w:rsidRPr="00907ECD" w:rsidRDefault="00721FD1" w:rsidP="008E18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РОСНАНО</w:t>
            </w:r>
          </w:p>
        </w:tc>
        <w:tc>
          <w:tcPr>
            <w:tcW w:w="1780" w:type="dxa"/>
            <w:vMerge/>
          </w:tcPr>
          <w:p w:rsidR="00721FD1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231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Default="00721FD1" w:rsidP="00721C1C">
            <w:pPr>
              <w:jc w:val="center"/>
              <w:rPr>
                <w:rFonts w:ascii="Arial" w:hAnsi="Arial" w:cs="Arial"/>
                <w:caps/>
                <w:color w:val="000000"/>
              </w:rPr>
            </w:pPr>
            <w:r w:rsidRPr="00E91F9C">
              <w:rPr>
                <w:rFonts w:ascii="Arial" w:hAnsi="Arial" w:cs="Arial"/>
                <w:caps/>
                <w:color w:val="000000"/>
              </w:rPr>
              <w:t>Республика Таджикистан</w:t>
            </w:r>
          </w:p>
          <w:p w:rsidR="00721FD1" w:rsidRPr="00417900" w:rsidRDefault="00721FD1" w:rsidP="000F5350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592CD6" w:rsidRDefault="00721FD1" w:rsidP="00DA69DB">
            <w:pPr>
              <w:rPr>
                <w:rFonts w:ascii="Arial" w:hAnsi="Arial" w:cs="Arial"/>
                <w:b/>
                <w:bCs/>
                <w:caps/>
              </w:rPr>
            </w:pPr>
            <w:r w:rsidRPr="00592CD6">
              <w:rPr>
                <w:rFonts w:ascii="Arial" w:hAnsi="Arial" w:cs="Arial"/>
                <w:b/>
              </w:rPr>
              <w:t>Бобоев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592CD6">
              <w:rPr>
                <w:rFonts w:ascii="Arial" w:hAnsi="Arial" w:cs="Arial"/>
                <w:b/>
              </w:rPr>
              <w:t>Аюб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92CD6">
              <w:rPr>
                <w:rFonts w:ascii="Arial" w:hAnsi="Arial" w:cs="Arial"/>
                <w:b/>
              </w:rPr>
              <w:t>Муминович</w:t>
            </w:r>
          </w:p>
        </w:tc>
        <w:tc>
          <w:tcPr>
            <w:tcW w:w="2979" w:type="dxa"/>
            <w:vMerge w:val="restart"/>
          </w:tcPr>
          <w:p w:rsidR="00721FD1" w:rsidRPr="00592CD6" w:rsidRDefault="00721FD1" w:rsidP="00104B6F">
            <w:pPr>
              <w:rPr>
                <w:rFonts w:ascii="Arial" w:hAnsi="Arial"/>
                <w:color w:val="000000"/>
              </w:rPr>
            </w:pPr>
            <w:r w:rsidRPr="00592CD6">
              <w:rPr>
                <w:rFonts w:ascii="Arial" w:hAnsi="Arial"/>
                <w:color w:val="000000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</w:p>
          <w:p w:rsidR="00721FD1" w:rsidRPr="00592CD6" w:rsidRDefault="00721FD1" w:rsidP="00104B6F">
            <w:pPr>
              <w:rPr>
                <w:rFonts w:ascii="Arial" w:hAnsi="Arial"/>
                <w:color w:val="000000"/>
              </w:rPr>
            </w:pPr>
            <w:r w:rsidRPr="00592CD6">
              <w:rPr>
                <w:rFonts w:ascii="Arial" w:hAnsi="Arial"/>
                <w:color w:val="000000"/>
              </w:rPr>
              <w:t>(Таджикстандарт)</w:t>
            </w:r>
          </w:p>
        </w:tc>
        <w:tc>
          <w:tcPr>
            <w:tcW w:w="4110" w:type="dxa"/>
          </w:tcPr>
          <w:p w:rsidR="00721FD1" w:rsidRPr="00F179CC" w:rsidRDefault="00721FD1" w:rsidP="00104B6F">
            <w:pPr>
              <w:pStyle w:val="BodyText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179C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Директор </w:t>
            </w:r>
            <w:r w:rsidRPr="00F179CC">
              <w:rPr>
                <w:rFonts w:ascii="Arial" w:hAnsi="Arial"/>
                <w:color w:val="000000"/>
                <w:sz w:val="20"/>
                <w:szCs w:val="20"/>
              </w:rPr>
              <w:t>Центра по стандартизации, метрологии, сертификации и торговой инспекции Согдийской области</w:t>
            </w:r>
          </w:p>
        </w:tc>
        <w:tc>
          <w:tcPr>
            <w:tcW w:w="1780" w:type="dxa"/>
            <w:vMerge w:val="restart"/>
          </w:tcPr>
          <w:p w:rsidR="00721FD1" w:rsidRPr="00DD480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4005B1">
        <w:trPr>
          <w:cantSplit/>
          <w:trHeight w:val="680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 w:rsidP="000F5350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Pr="00592CD6" w:rsidRDefault="00721FD1" w:rsidP="00DA69DB">
            <w:pPr>
              <w:rPr>
                <w:rFonts w:ascii="Arial" w:hAnsi="Arial" w:cs="Arial"/>
              </w:rPr>
            </w:pPr>
            <w:r w:rsidRPr="00592CD6">
              <w:rPr>
                <w:rFonts w:ascii="Arial" w:hAnsi="Arial" w:cs="Arial"/>
              </w:rPr>
              <w:t xml:space="preserve">Мирзоев </w:t>
            </w:r>
          </w:p>
          <w:p w:rsidR="00721FD1" w:rsidRPr="00F179CC" w:rsidRDefault="00721FD1" w:rsidP="00DA69DB">
            <w:pPr>
              <w:pStyle w:val="BodyText3"/>
              <w:rPr>
                <w:rFonts w:ascii="Arial" w:hAnsi="Arial" w:cs="Arial"/>
                <w:bCs/>
                <w:caps/>
                <w:sz w:val="20"/>
                <w:szCs w:val="20"/>
              </w:rPr>
            </w:pPr>
            <w:r w:rsidRPr="00F179CC">
              <w:rPr>
                <w:rFonts w:ascii="Arial" w:hAnsi="Arial" w:cs="Arial"/>
                <w:sz w:val="20"/>
                <w:szCs w:val="20"/>
              </w:rPr>
              <w:t>Рахмоншо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79CC">
              <w:rPr>
                <w:rFonts w:ascii="Arial" w:hAnsi="Arial" w:cs="Arial"/>
                <w:sz w:val="20"/>
                <w:szCs w:val="20"/>
              </w:rPr>
              <w:t>Давлатович</w:t>
            </w:r>
          </w:p>
        </w:tc>
        <w:tc>
          <w:tcPr>
            <w:tcW w:w="2979" w:type="dxa"/>
            <w:vMerge/>
          </w:tcPr>
          <w:p w:rsidR="00721FD1" w:rsidRPr="00592CD6" w:rsidRDefault="00721FD1" w:rsidP="00104B6F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F179CC" w:rsidRDefault="00721FD1" w:rsidP="00104B6F">
            <w:pPr>
              <w:pStyle w:val="BodyText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179CC">
              <w:rPr>
                <w:rFonts w:ascii="Arial" w:hAnsi="Arial" w:cs="Arial"/>
                <w:sz w:val="20"/>
                <w:szCs w:val="20"/>
              </w:rPr>
              <w:t>Начальник управления по оценке соответствия</w:t>
            </w:r>
          </w:p>
        </w:tc>
        <w:tc>
          <w:tcPr>
            <w:tcW w:w="1780" w:type="dxa"/>
            <w:vMerge/>
          </w:tcPr>
          <w:p w:rsidR="00721FD1" w:rsidRPr="00DD480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211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Pr="00E91F9C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  <w:r w:rsidRPr="00E91F9C">
              <w:rPr>
                <w:rFonts w:ascii="Arial" w:hAnsi="Arial" w:cs="Arial"/>
                <w:caps/>
                <w:color w:val="000000"/>
              </w:rPr>
              <w:t>Республика узбекистан</w:t>
            </w:r>
          </w:p>
          <w:p w:rsidR="00721FD1" w:rsidRPr="00824F3F" w:rsidRDefault="00721FD1" w:rsidP="00A75C97">
            <w:pPr>
              <w:rPr>
                <w:rFonts w:ascii="Arial" w:hAnsi="Arial" w:cs="Arial"/>
                <w:caps/>
                <w:color w:val="000000"/>
                <w:highlight w:val="yellow"/>
              </w:rPr>
            </w:pPr>
          </w:p>
        </w:tc>
        <w:tc>
          <w:tcPr>
            <w:tcW w:w="2834" w:type="dxa"/>
          </w:tcPr>
          <w:p w:rsidR="00721FD1" w:rsidRDefault="00721FD1" w:rsidP="008423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Мирсаидов</w:t>
            </w:r>
          </w:p>
          <w:p w:rsidR="00721FD1" w:rsidRPr="00227BF0" w:rsidRDefault="00721FD1" w:rsidP="008423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Жамшид Гайратович</w:t>
            </w:r>
          </w:p>
        </w:tc>
        <w:tc>
          <w:tcPr>
            <w:tcW w:w="2979" w:type="dxa"/>
            <w:vMerge w:val="restart"/>
          </w:tcPr>
          <w:p w:rsidR="00721FD1" w:rsidRPr="00400558" w:rsidRDefault="00721FD1" w:rsidP="00400558">
            <w:pPr>
              <w:pStyle w:val="Title"/>
              <w:jc w:val="left"/>
              <w:rPr>
                <w:rFonts w:cs="Arial"/>
                <w:b w:val="0"/>
                <w:sz w:val="20"/>
              </w:rPr>
            </w:pPr>
            <w:r w:rsidRPr="00400558">
              <w:rPr>
                <w:rFonts w:cs="Arial"/>
                <w:b w:val="0"/>
                <w:sz w:val="20"/>
              </w:rPr>
              <w:t>Узбекское агентство стандартизации, метрологии</w:t>
            </w:r>
          </w:p>
          <w:p w:rsidR="00721FD1" w:rsidRPr="00400558" w:rsidRDefault="00721FD1" w:rsidP="00400558">
            <w:pPr>
              <w:pStyle w:val="Title"/>
              <w:jc w:val="left"/>
              <w:rPr>
                <w:rFonts w:cs="Arial"/>
                <w:b w:val="0"/>
                <w:sz w:val="20"/>
              </w:rPr>
            </w:pPr>
            <w:r w:rsidRPr="00400558">
              <w:rPr>
                <w:rFonts w:cs="Arial"/>
                <w:b w:val="0"/>
                <w:sz w:val="20"/>
              </w:rPr>
              <w:t xml:space="preserve">и сертификации </w:t>
            </w:r>
          </w:p>
          <w:p w:rsidR="00721FD1" w:rsidRPr="00400558" w:rsidRDefault="00721FD1" w:rsidP="00400558">
            <w:pPr>
              <w:pStyle w:val="Title"/>
              <w:jc w:val="left"/>
              <w:rPr>
                <w:rFonts w:cs="Arial"/>
                <w:b w:val="0"/>
                <w:sz w:val="20"/>
              </w:rPr>
            </w:pPr>
            <w:r w:rsidRPr="00400558">
              <w:rPr>
                <w:rFonts w:cs="Arial"/>
                <w:b w:val="0"/>
                <w:sz w:val="20"/>
              </w:rPr>
              <w:t>(Агентство «Узстандарт»)</w:t>
            </w:r>
          </w:p>
          <w:p w:rsidR="00721FD1" w:rsidRPr="00F179CC" w:rsidRDefault="00721FD1">
            <w:pPr>
              <w:pStyle w:val="Heading4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</w:tcPr>
          <w:p w:rsidR="00721FD1" w:rsidRPr="006D4A97" w:rsidRDefault="00721FD1" w:rsidP="00EB01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генерального директора</w:t>
            </w:r>
          </w:p>
        </w:tc>
        <w:tc>
          <w:tcPr>
            <w:tcW w:w="1780" w:type="dxa"/>
            <w:vMerge w:val="restart"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70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Шукуров</w:t>
            </w:r>
          </w:p>
          <w:p w:rsidR="00721FD1" w:rsidRPr="00F87B1C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Жасур Нигматович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4110" w:type="dxa"/>
          </w:tcPr>
          <w:p w:rsidR="00721FD1" w:rsidRPr="00F179CC" w:rsidRDefault="00721FD1" w:rsidP="001E1603">
            <w:pPr>
              <w:pStyle w:val="Header"/>
              <w:rPr>
                <w:rFonts w:ascii="Arial" w:hAnsi="Arial" w:cs="Arial"/>
                <w:bCs/>
                <w:color w:val="000000"/>
              </w:rPr>
            </w:pPr>
            <w:r w:rsidRPr="00F179CC">
              <w:rPr>
                <w:rFonts w:ascii="Arial" w:hAnsi="Arial" w:cs="Arial"/>
                <w:bCs/>
                <w:color w:val="000000"/>
              </w:rPr>
              <w:t>Директор ГП «РЦИС» Агентства «Узстандарт»</w:t>
            </w:r>
          </w:p>
        </w:tc>
        <w:tc>
          <w:tcPr>
            <w:tcW w:w="1780" w:type="dxa"/>
            <w:vMerge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161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Саматов</w:t>
            </w:r>
          </w:p>
          <w:p w:rsidR="00721FD1" w:rsidRPr="00F87B1C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Фахриддин Вадижонович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4110" w:type="dxa"/>
          </w:tcPr>
          <w:p w:rsidR="00721FD1" w:rsidRPr="00F179CC" w:rsidRDefault="00721FD1" w:rsidP="001E1603">
            <w:pPr>
              <w:pStyle w:val="Header"/>
              <w:rPr>
                <w:rFonts w:ascii="Arial" w:hAnsi="Arial" w:cs="Arial"/>
                <w:bCs/>
                <w:color w:val="000000"/>
              </w:rPr>
            </w:pPr>
            <w:r w:rsidRPr="00F179CC">
              <w:rPr>
                <w:rFonts w:ascii="Arial" w:hAnsi="Arial" w:cs="Arial"/>
                <w:bCs/>
                <w:color w:val="000000"/>
              </w:rPr>
              <w:t>Директор ГП «ЦОМУ» Агентства «Узстандарт»</w:t>
            </w:r>
          </w:p>
        </w:tc>
        <w:tc>
          <w:tcPr>
            <w:tcW w:w="1780" w:type="dxa"/>
            <w:vMerge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189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Муминов</w:t>
            </w:r>
          </w:p>
          <w:p w:rsidR="00721FD1" w:rsidRPr="00F87B1C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Нажмиддин Шамсиддинович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4110" w:type="dxa"/>
          </w:tcPr>
          <w:p w:rsidR="00721FD1" w:rsidRPr="00F179CC" w:rsidRDefault="00721FD1" w:rsidP="001E1603">
            <w:pPr>
              <w:pStyle w:val="Header"/>
              <w:rPr>
                <w:rFonts w:ascii="Arial" w:hAnsi="Arial" w:cs="Arial"/>
                <w:bCs/>
                <w:color w:val="000000"/>
              </w:rPr>
            </w:pPr>
            <w:r w:rsidRPr="00F179CC">
              <w:rPr>
                <w:rFonts w:ascii="Arial" w:hAnsi="Arial" w:cs="Arial"/>
                <w:bCs/>
                <w:color w:val="000000"/>
              </w:rPr>
              <w:t>Заместитель директора НИИСМС Агентства «Узстандарт»</w:t>
            </w:r>
          </w:p>
        </w:tc>
        <w:tc>
          <w:tcPr>
            <w:tcW w:w="1780" w:type="dxa"/>
            <w:vMerge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94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Хуснуллин</w:t>
            </w:r>
          </w:p>
          <w:p w:rsidR="00721FD1" w:rsidRPr="00F87B1C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Руслан Рашидович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4110" w:type="dxa"/>
          </w:tcPr>
          <w:p w:rsidR="00721FD1" w:rsidRPr="00F179CC" w:rsidRDefault="00721FD1" w:rsidP="001E1603">
            <w:pPr>
              <w:pStyle w:val="Header"/>
              <w:rPr>
                <w:rFonts w:ascii="Arial" w:hAnsi="Arial" w:cs="Arial"/>
                <w:bCs/>
                <w:color w:val="000000"/>
              </w:rPr>
            </w:pPr>
            <w:r w:rsidRPr="00F179CC">
              <w:rPr>
                <w:rFonts w:ascii="Arial" w:hAnsi="Arial" w:cs="Arial"/>
                <w:bCs/>
                <w:color w:val="000000"/>
              </w:rPr>
              <w:t>Главный специалист по стандартизации</w:t>
            </w:r>
          </w:p>
        </w:tc>
        <w:tc>
          <w:tcPr>
            <w:tcW w:w="1780" w:type="dxa"/>
            <w:vMerge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94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Тохиров</w:t>
            </w:r>
          </w:p>
          <w:p w:rsidR="00721FD1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Одилжон Зохиджонович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4110" w:type="dxa"/>
          </w:tcPr>
          <w:p w:rsidR="00721FD1" w:rsidRPr="00F179CC" w:rsidRDefault="00721FD1" w:rsidP="001E1603">
            <w:pPr>
              <w:pStyle w:val="Header"/>
              <w:rPr>
                <w:rFonts w:ascii="Arial" w:hAnsi="Arial" w:cs="Arial"/>
                <w:bCs/>
                <w:color w:val="000000"/>
              </w:rPr>
            </w:pPr>
            <w:r w:rsidRPr="00F179CC">
              <w:rPr>
                <w:rFonts w:ascii="Arial" w:hAnsi="Arial" w:cs="Arial"/>
                <w:bCs/>
                <w:color w:val="000000"/>
              </w:rPr>
              <w:t>Главный специалист по оценки соответствия систем менеджмента</w:t>
            </w:r>
          </w:p>
        </w:tc>
        <w:tc>
          <w:tcPr>
            <w:tcW w:w="1780" w:type="dxa"/>
            <w:vMerge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94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417900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Розибакиев</w:t>
            </w:r>
          </w:p>
          <w:p w:rsidR="00721FD1" w:rsidRDefault="00721FD1" w:rsidP="008423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Чингиз Дамирович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/>
                <w:color w:val="000000"/>
              </w:rPr>
            </w:pPr>
          </w:p>
        </w:tc>
        <w:tc>
          <w:tcPr>
            <w:tcW w:w="4110" w:type="dxa"/>
          </w:tcPr>
          <w:p w:rsidR="00721FD1" w:rsidRPr="00F179CC" w:rsidRDefault="00721FD1" w:rsidP="001E1603">
            <w:pPr>
              <w:pStyle w:val="Header"/>
              <w:rPr>
                <w:rFonts w:ascii="Arial" w:hAnsi="Arial" w:cs="Arial"/>
                <w:bCs/>
                <w:color w:val="000000"/>
              </w:rPr>
            </w:pPr>
            <w:r w:rsidRPr="00F179CC">
              <w:rPr>
                <w:rFonts w:ascii="Arial" w:hAnsi="Arial" w:cs="Arial"/>
                <w:bCs/>
                <w:color w:val="000000"/>
              </w:rPr>
              <w:t>Заместитель начальника отдела Министерства обороны Республики Узбекистан</w:t>
            </w:r>
          </w:p>
        </w:tc>
        <w:tc>
          <w:tcPr>
            <w:tcW w:w="1780" w:type="dxa"/>
            <w:vMerge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155"/>
        </w:trPr>
        <w:tc>
          <w:tcPr>
            <w:tcW w:w="959" w:type="dxa"/>
          </w:tcPr>
          <w:p w:rsidR="00721FD1" w:rsidRPr="001A40F6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  <w:color w:val="000000"/>
              </w:rPr>
            </w:pPr>
            <w:r w:rsidRPr="00417900">
              <w:rPr>
                <w:rFonts w:ascii="Arial" w:hAnsi="Arial" w:cs="Arial"/>
                <w:caps/>
                <w:color w:val="000000"/>
              </w:rPr>
              <w:t>украина</w:t>
            </w:r>
          </w:p>
          <w:p w:rsidR="00721FD1" w:rsidRPr="00417900" w:rsidRDefault="00721FD1" w:rsidP="00C91E11">
            <w:pPr>
              <w:jc w:val="center"/>
              <w:rPr>
                <w:rFonts w:ascii="Arial" w:hAnsi="Arial" w:cs="Arial"/>
                <w:caps/>
                <w:color w:val="000000"/>
              </w:rPr>
            </w:pPr>
          </w:p>
        </w:tc>
        <w:tc>
          <w:tcPr>
            <w:tcW w:w="2834" w:type="dxa"/>
          </w:tcPr>
          <w:p w:rsidR="00721FD1" w:rsidRDefault="00721FD1" w:rsidP="0018427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Чепела</w:t>
            </w:r>
          </w:p>
          <w:p w:rsidR="00721FD1" w:rsidRPr="00B832F1" w:rsidRDefault="00721FD1" w:rsidP="0018427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Владимир Николаевич</w:t>
            </w:r>
          </w:p>
        </w:tc>
        <w:tc>
          <w:tcPr>
            <w:tcW w:w="2979" w:type="dxa"/>
            <w:vMerge w:val="restart"/>
          </w:tcPr>
          <w:p w:rsidR="00721FD1" w:rsidRPr="00AD3032" w:rsidRDefault="00721FD1" w:rsidP="00B1740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Министерство экономического развития и торговли</w:t>
            </w:r>
          </w:p>
        </w:tc>
        <w:tc>
          <w:tcPr>
            <w:tcW w:w="4110" w:type="dxa"/>
          </w:tcPr>
          <w:p w:rsidR="00721FD1" w:rsidRPr="00AD3032" w:rsidRDefault="00721FD1" w:rsidP="002B65B0">
            <w:pPr>
              <w:framePr w:w="4025" w:h="2733" w:hSpace="141" w:wrap="around" w:vAnchor="text" w:hAnchor="page" w:x="7242" w:y="5"/>
              <w:ind w:right="-10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Заместитель генерального директора по метрологии Государственного предприятия «Харьковский региональный научно-производственный центр стандартизации, метрологии и сертификации»</w:t>
            </w:r>
          </w:p>
        </w:tc>
        <w:tc>
          <w:tcPr>
            <w:tcW w:w="1780" w:type="dxa"/>
            <w:vMerge w:val="restart"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F05711" w:rsidTr="00743B04">
        <w:trPr>
          <w:cantSplit/>
          <w:trHeight w:val="268"/>
        </w:trPr>
        <w:tc>
          <w:tcPr>
            <w:tcW w:w="959" w:type="dxa"/>
          </w:tcPr>
          <w:p w:rsidR="00721FD1" w:rsidRPr="001A40F6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A502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Ерёменко</w:t>
            </w:r>
          </w:p>
          <w:p w:rsidR="00721FD1" w:rsidRPr="00B832F1" w:rsidRDefault="00721FD1" w:rsidP="00A502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 Константинович</w:t>
            </w:r>
          </w:p>
        </w:tc>
        <w:tc>
          <w:tcPr>
            <w:tcW w:w="2979" w:type="dxa"/>
            <w:vMerge/>
          </w:tcPr>
          <w:p w:rsidR="00721FD1" w:rsidRPr="0098254F" w:rsidRDefault="00721FD1" w:rsidP="00B1740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0" w:type="dxa"/>
          </w:tcPr>
          <w:p w:rsidR="00721FD1" w:rsidRPr="002A1E6D" w:rsidRDefault="00721FD1" w:rsidP="00F057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Начальник научно-технического отдела перспективного развития и международного сотрудничества ГП «Укрметртестстандарт»</w:t>
            </w:r>
          </w:p>
        </w:tc>
        <w:tc>
          <w:tcPr>
            <w:tcW w:w="1780" w:type="dxa"/>
            <w:vMerge/>
          </w:tcPr>
          <w:p w:rsidR="00721FD1" w:rsidRPr="002A1E6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F05711" w:rsidTr="00743B04">
        <w:trPr>
          <w:cantSplit/>
          <w:trHeight w:val="315"/>
        </w:trPr>
        <w:tc>
          <w:tcPr>
            <w:tcW w:w="959" w:type="dxa"/>
          </w:tcPr>
          <w:p w:rsidR="00721FD1" w:rsidRPr="002A1E6D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2A1E6D" w:rsidRDefault="00721FD1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Pr="00DA0666" w:rsidRDefault="00721FD1" w:rsidP="00A15126">
            <w:pPr>
              <w:rPr>
                <w:rFonts w:ascii="Arial" w:hAnsi="Arial" w:cs="Arial"/>
              </w:rPr>
            </w:pPr>
            <w:r w:rsidRPr="00DA0666">
              <w:rPr>
                <w:rFonts w:ascii="Arial" w:hAnsi="Arial" w:cs="Arial"/>
              </w:rPr>
              <w:t>Евдокимова</w:t>
            </w:r>
          </w:p>
          <w:p w:rsidR="00721FD1" w:rsidRPr="00DA0666" w:rsidRDefault="00721FD1" w:rsidP="00A15126">
            <w:r w:rsidRPr="00DA0666">
              <w:rPr>
                <w:rFonts w:ascii="Arial" w:hAnsi="Arial" w:cs="Arial"/>
              </w:rPr>
              <w:t>Светлана Викторовна</w:t>
            </w:r>
          </w:p>
        </w:tc>
        <w:tc>
          <w:tcPr>
            <w:tcW w:w="2979" w:type="dxa"/>
            <w:vMerge/>
          </w:tcPr>
          <w:p w:rsidR="00721FD1" w:rsidRPr="00F05711" w:rsidRDefault="00721FD1" w:rsidP="00B17402">
            <w:pPr>
              <w:rPr>
                <w:rFonts w:ascii="Arial" w:hAnsi="Arial" w:cs="Arial"/>
                <w:highlight w:val="red"/>
                <w:lang w:val="en-US"/>
              </w:rPr>
            </w:pPr>
          </w:p>
        </w:tc>
        <w:tc>
          <w:tcPr>
            <w:tcW w:w="4110" w:type="dxa"/>
          </w:tcPr>
          <w:p w:rsidR="00721FD1" w:rsidRPr="00DA0666" w:rsidRDefault="00721FD1" w:rsidP="009516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Эксперт</w:t>
            </w:r>
            <w:bookmarkStart w:id="0" w:name="_GoBack"/>
            <w:bookmarkEnd w:id="0"/>
          </w:p>
        </w:tc>
        <w:tc>
          <w:tcPr>
            <w:tcW w:w="1780" w:type="dxa"/>
            <w:vMerge/>
          </w:tcPr>
          <w:p w:rsidR="00721FD1" w:rsidRPr="00F05711" w:rsidRDefault="00721FD1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721FD1" w:rsidRPr="007E1CDD" w:rsidTr="00743B04">
        <w:trPr>
          <w:cantSplit/>
          <w:trHeight w:val="287"/>
        </w:trPr>
        <w:tc>
          <w:tcPr>
            <w:tcW w:w="959" w:type="dxa"/>
          </w:tcPr>
          <w:p w:rsidR="00721FD1" w:rsidRPr="00F05711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F05711" w:rsidRDefault="00721FD1">
            <w:pPr>
              <w:jc w:val="center"/>
              <w:rPr>
                <w:rFonts w:ascii="Arial" w:hAnsi="Arial" w:cs="Arial"/>
                <w:caps/>
                <w:lang w:val="en-US"/>
              </w:rPr>
            </w:pPr>
          </w:p>
        </w:tc>
        <w:tc>
          <w:tcPr>
            <w:tcW w:w="2834" w:type="dxa"/>
          </w:tcPr>
          <w:p w:rsidR="00721FD1" w:rsidRDefault="00721FD1" w:rsidP="00A151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Чекалин</w:t>
            </w:r>
          </w:p>
          <w:p w:rsidR="00721FD1" w:rsidRDefault="00721FD1" w:rsidP="00A151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Андрей Владимирович</w:t>
            </w:r>
          </w:p>
        </w:tc>
        <w:tc>
          <w:tcPr>
            <w:tcW w:w="2979" w:type="dxa"/>
            <w:vMerge/>
          </w:tcPr>
          <w:p w:rsidR="00721FD1" w:rsidRPr="00F57520" w:rsidRDefault="00721FD1" w:rsidP="00B17402">
            <w:pPr>
              <w:rPr>
                <w:rFonts w:ascii="Arial" w:hAnsi="Arial" w:cs="Arial"/>
                <w:highlight w:val="red"/>
              </w:rPr>
            </w:pPr>
          </w:p>
        </w:tc>
        <w:tc>
          <w:tcPr>
            <w:tcW w:w="4110" w:type="dxa"/>
          </w:tcPr>
          <w:p w:rsidR="00721FD1" w:rsidRDefault="00721FD1" w:rsidP="0036181E">
            <w:pPr>
              <w:rPr>
                <w:rFonts w:ascii="Arial" w:hAnsi="Arial" w:cs="Arial"/>
              </w:rPr>
            </w:pPr>
            <w:r w:rsidRPr="0036181E">
              <w:rPr>
                <w:rFonts w:ascii="Arial" w:hAnsi="Arial" w:cs="Arial"/>
              </w:rPr>
              <w:t xml:space="preserve">Заместитель председателя национального агентства по </w:t>
            </w:r>
            <w:smartTag w:uri="urn:schemas-microsoft-com:office:smarttags" w:element="PersonName">
              <w:smartTagPr>
                <w:attr w:name="ProductID" w:val="аккредитации по вопросам"/>
              </w:smartTagPr>
              <w:r w:rsidRPr="0036181E">
                <w:rPr>
                  <w:rFonts w:ascii="Arial" w:hAnsi="Arial" w:cs="Arial"/>
                </w:rPr>
                <w:t>аккредитации</w:t>
              </w:r>
              <w:r>
                <w:rPr>
                  <w:rFonts w:ascii="Arial" w:hAnsi="Arial" w:cs="Arial"/>
                </w:rPr>
                <w:t xml:space="preserve"> по вопросам</w:t>
              </w:r>
            </w:smartTag>
            <w:r>
              <w:rPr>
                <w:rFonts w:ascii="Arial" w:hAnsi="Arial" w:cs="Arial"/>
              </w:rPr>
              <w:t xml:space="preserve"> аккредитации – начальник управления по аккредитации органов по оценки соответствия</w:t>
            </w:r>
          </w:p>
        </w:tc>
        <w:tc>
          <w:tcPr>
            <w:tcW w:w="1780" w:type="dxa"/>
            <w:vMerge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287"/>
        </w:trPr>
        <w:tc>
          <w:tcPr>
            <w:tcW w:w="959" w:type="dxa"/>
          </w:tcPr>
          <w:p w:rsidR="00721FD1" w:rsidRPr="0036181E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36181E" w:rsidRDefault="00721FD1">
            <w:pPr>
              <w:jc w:val="center"/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A151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Ткаченко</w:t>
            </w:r>
          </w:p>
          <w:p w:rsidR="00721FD1" w:rsidRPr="0010504D" w:rsidRDefault="00721FD1" w:rsidP="00A151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Олег Петрович</w:t>
            </w:r>
          </w:p>
        </w:tc>
        <w:tc>
          <w:tcPr>
            <w:tcW w:w="2979" w:type="dxa"/>
          </w:tcPr>
          <w:p w:rsidR="00721FD1" w:rsidRPr="00F57520" w:rsidRDefault="00721FD1" w:rsidP="00B17402">
            <w:pPr>
              <w:rPr>
                <w:rFonts w:ascii="Arial" w:hAnsi="Arial" w:cs="Arial"/>
                <w:highlight w:val="red"/>
              </w:rPr>
            </w:pPr>
          </w:p>
        </w:tc>
        <w:tc>
          <w:tcPr>
            <w:tcW w:w="4110" w:type="dxa"/>
          </w:tcPr>
          <w:p w:rsidR="00721FD1" w:rsidRPr="00F57520" w:rsidRDefault="00721FD1" w:rsidP="009516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начальника Департамента развития и технической политики государственной администрации железнодорожного транспорта</w:t>
            </w:r>
          </w:p>
        </w:tc>
        <w:tc>
          <w:tcPr>
            <w:tcW w:w="1780" w:type="dxa"/>
            <w:vMerge/>
          </w:tcPr>
          <w:p w:rsidR="00721FD1" w:rsidRPr="007E1CD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743B04">
        <w:trPr>
          <w:cantSplit/>
          <w:trHeight w:val="277"/>
        </w:trPr>
        <w:tc>
          <w:tcPr>
            <w:tcW w:w="959" w:type="dxa"/>
          </w:tcPr>
          <w:p w:rsidR="00721FD1" w:rsidRPr="009A3104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7E1CDD" w:rsidRDefault="00721FD1">
            <w:pPr>
              <w:jc w:val="center"/>
              <w:rPr>
                <w:rFonts w:ascii="Arial" w:hAnsi="Arial" w:cs="Arial"/>
                <w:bCs/>
                <w:caps/>
                <w:color w:val="000000"/>
              </w:rPr>
            </w:pPr>
          </w:p>
        </w:tc>
        <w:tc>
          <w:tcPr>
            <w:tcW w:w="2834" w:type="dxa"/>
            <w:vAlign w:val="center"/>
          </w:tcPr>
          <w:p w:rsidR="00721FD1" w:rsidRPr="00651469" w:rsidRDefault="00721FD1" w:rsidP="005F0E3B">
            <w:pPr>
              <w:rPr>
                <w:rFonts w:ascii="Arial" w:hAnsi="Arial" w:cs="Arial"/>
                <w:b/>
              </w:rPr>
            </w:pPr>
            <w:r w:rsidRPr="00651469">
              <w:rPr>
                <w:rFonts w:ascii="Arial" w:hAnsi="Arial" w:cs="Arial"/>
                <w:b/>
              </w:rPr>
              <w:t>Курылыч</w:t>
            </w:r>
          </w:p>
          <w:p w:rsidR="00721FD1" w:rsidRPr="00543268" w:rsidRDefault="00721FD1" w:rsidP="005F0E3B">
            <w:pPr>
              <w:rPr>
                <w:rFonts w:ascii="Arial" w:hAnsi="Arial" w:cs="Arial"/>
              </w:rPr>
            </w:pPr>
            <w:r w:rsidRPr="00651469">
              <w:rPr>
                <w:rFonts w:ascii="Arial" w:hAnsi="Arial" w:cs="Arial"/>
                <w:b/>
              </w:rPr>
              <w:t>Андрей Романович</w:t>
            </w:r>
          </w:p>
        </w:tc>
        <w:tc>
          <w:tcPr>
            <w:tcW w:w="2979" w:type="dxa"/>
            <w:vAlign w:val="center"/>
          </w:tcPr>
          <w:p w:rsidR="00721FD1" w:rsidRPr="00505DBC" w:rsidRDefault="00721FD1">
            <w:pPr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0" w:type="dxa"/>
          </w:tcPr>
          <w:p w:rsidR="00721FD1" w:rsidRPr="009A3104" w:rsidRDefault="00721FD1" w:rsidP="00E61C4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Сотрудник службы безопасности</w:t>
            </w:r>
          </w:p>
        </w:tc>
        <w:tc>
          <w:tcPr>
            <w:tcW w:w="1780" w:type="dxa"/>
            <w:vMerge/>
          </w:tcPr>
          <w:p w:rsidR="00721FD1" w:rsidRPr="007E1CDD" w:rsidRDefault="00721FD1" w:rsidP="00762B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1FD1" w:rsidRPr="007E1CDD" w:rsidTr="00814150">
        <w:trPr>
          <w:cantSplit/>
          <w:trHeight w:val="712"/>
        </w:trPr>
        <w:tc>
          <w:tcPr>
            <w:tcW w:w="959" w:type="dxa"/>
            <w:vAlign w:val="center"/>
          </w:tcPr>
          <w:p w:rsidR="00721FD1" w:rsidRPr="00F17A6F" w:rsidRDefault="00721FD1" w:rsidP="00814150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Pr="00C9305C" w:rsidRDefault="00721FD1" w:rsidP="00814150">
            <w:pPr>
              <w:jc w:val="center"/>
              <w:rPr>
                <w:rFonts w:ascii="Arial" w:hAnsi="Arial" w:cs="Arial"/>
                <w:bCs/>
                <w:caps/>
                <w:color w:val="000000"/>
              </w:rPr>
            </w:pPr>
            <w:r w:rsidRPr="00C9305C">
              <w:rPr>
                <w:rFonts w:ascii="Arial" w:hAnsi="Arial" w:cs="Arial"/>
                <w:bCs/>
                <w:caps/>
                <w:color w:val="000000"/>
              </w:rPr>
              <w:t>Исполнительный комитет СНГ</w:t>
            </w:r>
          </w:p>
        </w:tc>
        <w:tc>
          <w:tcPr>
            <w:tcW w:w="2834" w:type="dxa"/>
            <w:vAlign w:val="center"/>
          </w:tcPr>
          <w:p w:rsidR="00721FD1" w:rsidRDefault="00721FD1" w:rsidP="0081415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Гаркун</w:t>
            </w:r>
          </w:p>
          <w:p w:rsidR="00721FD1" w:rsidRPr="000755D8" w:rsidRDefault="00721FD1" w:rsidP="0081415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Владимир Гилярович</w:t>
            </w:r>
          </w:p>
        </w:tc>
        <w:tc>
          <w:tcPr>
            <w:tcW w:w="2979" w:type="dxa"/>
            <w:vAlign w:val="center"/>
          </w:tcPr>
          <w:p w:rsidR="00721FD1" w:rsidRPr="005666A8" w:rsidRDefault="00721FD1" w:rsidP="005666A8">
            <w:pPr>
              <w:jc w:val="center"/>
              <w:rPr>
                <w:rFonts w:ascii="Arial" w:hAnsi="Arial"/>
              </w:rPr>
            </w:pPr>
            <w:r w:rsidRPr="005666A8">
              <w:rPr>
                <w:rFonts w:ascii="Arial" w:hAnsi="Arial"/>
              </w:rPr>
              <w:t xml:space="preserve">Исполнительный </w:t>
            </w:r>
            <w:smartTag w:uri="urn:schemas-microsoft-com:office:smarttags" w:element="PersonName">
              <w:smartTagPr>
                <w:attr w:name="ProductID" w:val="комитет СНГ "/>
              </w:smartTagPr>
              <w:smartTag w:uri="urn:schemas-microsoft-com:office:smarttags" w:element="PersonName">
                <w:smartTagPr>
                  <w:attr w:name="ProductID" w:val="комитет СНГ "/>
                </w:smartTagPr>
                <w:r w:rsidRPr="005666A8">
                  <w:rPr>
                    <w:rFonts w:ascii="Arial" w:hAnsi="Arial"/>
                  </w:rPr>
                  <w:t xml:space="preserve">комитет СНГ </w:t>
                </w:r>
              </w:smartTag>
            </w:smartTag>
          </w:p>
          <w:p w:rsidR="00721FD1" w:rsidRPr="003E2DD6" w:rsidRDefault="00721FD1" w:rsidP="005666A8">
            <w:pPr>
              <w:ind w:right="-107"/>
              <w:jc w:val="center"/>
              <w:rPr>
                <w:rFonts w:ascii="Arial" w:hAnsi="Arial"/>
              </w:rPr>
            </w:pPr>
            <w:r w:rsidRPr="005666A8">
              <w:rPr>
                <w:rFonts w:ascii="Arial" w:hAnsi="Arial"/>
              </w:rPr>
              <w:t>(г. Минск)</w:t>
            </w:r>
          </w:p>
        </w:tc>
        <w:tc>
          <w:tcPr>
            <w:tcW w:w="4110" w:type="dxa"/>
            <w:vAlign w:val="center"/>
          </w:tcPr>
          <w:p w:rsidR="00721FD1" w:rsidRDefault="00721FD1" w:rsidP="005666A8">
            <w:pPr>
              <w:rPr>
                <w:rFonts w:ascii="Arial" w:hAnsi="Arial" w:cs="Arial"/>
                <w:color w:val="000000"/>
              </w:rPr>
            </w:pPr>
            <w:r w:rsidRPr="005666A8">
              <w:rPr>
                <w:rFonts w:ascii="Arial" w:hAnsi="Arial"/>
              </w:rPr>
              <w:t xml:space="preserve">Первый Заместитель Председателя Исполнительного комитета - Исполнительного секретаря СНГ </w:t>
            </w:r>
          </w:p>
        </w:tc>
        <w:tc>
          <w:tcPr>
            <w:tcW w:w="1780" w:type="dxa"/>
            <w:vMerge w:val="restart"/>
            <w:vAlign w:val="center"/>
          </w:tcPr>
          <w:p w:rsidR="00721FD1" w:rsidRPr="00A643C2" w:rsidRDefault="00721FD1" w:rsidP="00814150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7E1CDD" w:rsidTr="00814150">
        <w:trPr>
          <w:cantSplit/>
          <w:trHeight w:val="712"/>
        </w:trPr>
        <w:tc>
          <w:tcPr>
            <w:tcW w:w="959" w:type="dxa"/>
            <w:vAlign w:val="center"/>
          </w:tcPr>
          <w:p w:rsidR="00721FD1" w:rsidRPr="00F17A6F" w:rsidRDefault="00721FD1" w:rsidP="00814150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721FD1" w:rsidRPr="00C9305C" w:rsidRDefault="00721FD1" w:rsidP="00814150">
            <w:pPr>
              <w:jc w:val="center"/>
              <w:rPr>
                <w:rFonts w:ascii="Arial" w:hAnsi="Arial" w:cs="Arial"/>
                <w:bCs/>
                <w:cap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Align w:val="center"/>
          </w:tcPr>
          <w:p w:rsidR="00721FD1" w:rsidRPr="007F6B6C" w:rsidRDefault="00721FD1" w:rsidP="00814150">
            <w:pPr>
              <w:rPr>
                <w:rFonts w:ascii="Arial" w:hAnsi="Arial" w:cs="Arial"/>
                <w:color w:val="000000"/>
              </w:rPr>
            </w:pPr>
            <w:r w:rsidRPr="007F6B6C">
              <w:rPr>
                <w:rFonts w:ascii="Arial" w:hAnsi="Arial" w:cs="Arial"/>
                <w:color w:val="000000"/>
              </w:rPr>
              <w:t>Аскольский</w:t>
            </w:r>
          </w:p>
          <w:p w:rsidR="00721FD1" w:rsidRPr="009E6ECD" w:rsidRDefault="00721FD1" w:rsidP="00814150">
            <w:pPr>
              <w:rPr>
                <w:rFonts w:ascii="Arial" w:hAnsi="Arial" w:cs="Arial"/>
                <w:color w:val="000000"/>
              </w:rPr>
            </w:pPr>
            <w:r w:rsidRPr="007F6B6C">
              <w:rPr>
                <w:rFonts w:ascii="Arial" w:hAnsi="Arial" w:cs="Arial"/>
                <w:color w:val="000000"/>
              </w:rPr>
              <w:t>Александр Михайлович</w:t>
            </w:r>
          </w:p>
        </w:tc>
        <w:tc>
          <w:tcPr>
            <w:tcW w:w="2979" w:type="dxa"/>
            <w:vAlign w:val="center"/>
          </w:tcPr>
          <w:p w:rsidR="00721FD1" w:rsidRDefault="00721FD1" w:rsidP="00814150">
            <w:pPr>
              <w:ind w:right="-107"/>
              <w:jc w:val="center"/>
              <w:rPr>
                <w:rFonts w:ascii="Arial" w:hAnsi="Arial"/>
              </w:rPr>
            </w:pPr>
            <w:r w:rsidRPr="003E2DD6">
              <w:rPr>
                <w:rFonts w:ascii="Arial" w:hAnsi="Arial"/>
              </w:rPr>
              <w:t>Департамент экономического сотрудничества</w:t>
            </w:r>
          </w:p>
          <w:p w:rsidR="00721FD1" w:rsidRPr="00F17A6F" w:rsidRDefault="00721FD1" w:rsidP="00814150">
            <w:pPr>
              <w:ind w:right="-10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</w:rPr>
              <w:t>(г. Москва)</w:t>
            </w:r>
          </w:p>
        </w:tc>
        <w:tc>
          <w:tcPr>
            <w:tcW w:w="4110" w:type="dxa"/>
            <w:vAlign w:val="center"/>
          </w:tcPr>
          <w:p w:rsidR="00721FD1" w:rsidRPr="00FA3080" w:rsidRDefault="00721FD1" w:rsidP="0081415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Начальник отдела</w:t>
            </w:r>
            <w:r w:rsidRPr="003E2DD6">
              <w:rPr>
                <w:rFonts w:ascii="Arial" w:hAnsi="Arial"/>
              </w:rPr>
              <w:t>научно-технического сотрудничества и инноваций</w:t>
            </w:r>
          </w:p>
        </w:tc>
        <w:tc>
          <w:tcPr>
            <w:tcW w:w="1780" w:type="dxa"/>
            <w:vMerge/>
            <w:vAlign w:val="center"/>
          </w:tcPr>
          <w:p w:rsidR="00721FD1" w:rsidRPr="00A643C2" w:rsidRDefault="00721FD1" w:rsidP="00814150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DD480D" w:rsidTr="00743B04">
        <w:trPr>
          <w:cantSplit/>
          <w:trHeight w:val="268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721FD1" w:rsidRDefault="00721FD1">
            <w:pPr>
              <w:jc w:val="center"/>
              <w:rPr>
                <w:rFonts w:ascii="Arial" w:hAnsi="Arial" w:cs="Arial"/>
                <w:bCs/>
                <w:caps/>
              </w:rPr>
            </w:pPr>
            <w:r w:rsidRPr="00417900">
              <w:rPr>
                <w:rFonts w:ascii="Arial" w:hAnsi="Arial" w:cs="Arial"/>
                <w:bCs/>
                <w:caps/>
              </w:rPr>
              <w:t>Бюро по стандартам МГС</w:t>
            </w:r>
          </w:p>
          <w:p w:rsidR="00721FD1" w:rsidRPr="00417900" w:rsidRDefault="00721FD1" w:rsidP="00E8409A">
            <w:pPr>
              <w:rPr>
                <w:rFonts w:ascii="Arial" w:hAnsi="Arial" w:cs="Arial"/>
                <w:bCs/>
                <w:caps/>
              </w:rPr>
            </w:pPr>
          </w:p>
        </w:tc>
        <w:tc>
          <w:tcPr>
            <w:tcW w:w="2834" w:type="dxa"/>
          </w:tcPr>
          <w:p w:rsidR="00721FD1" w:rsidRPr="00F179CC" w:rsidRDefault="00721FD1">
            <w:pPr>
              <w:pStyle w:val="Heading1"/>
              <w:rPr>
                <w:rFonts w:ascii="Arial" w:hAnsi="Arial" w:cs="Arial"/>
                <w:bCs w:val="0"/>
                <w:kern w:val="0"/>
                <w:sz w:val="20"/>
                <w:szCs w:val="20"/>
                <w:lang w:val="en-US"/>
              </w:rPr>
            </w:pPr>
            <w:r w:rsidRPr="00F179CC"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>Сонец</w:t>
            </w:r>
          </w:p>
          <w:p w:rsidR="00721FD1" w:rsidRPr="00F179CC" w:rsidRDefault="00721FD1">
            <w:pPr>
              <w:pStyle w:val="Heading1"/>
              <w:rPr>
                <w:rFonts w:ascii="Arial" w:hAnsi="Arial" w:cs="Arial"/>
                <w:bCs w:val="0"/>
                <w:kern w:val="0"/>
                <w:sz w:val="20"/>
                <w:szCs w:val="20"/>
              </w:rPr>
            </w:pPr>
            <w:r w:rsidRPr="00F179CC">
              <w:rPr>
                <w:rFonts w:ascii="Arial" w:hAnsi="Arial" w:cs="Arial"/>
                <w:bCs w:val="0"/>
                <w:kern w:val="0"/>
                <w:sz w:val="20"/>
                <w:szCs w:val="20"/>
              </w:rPr>
              <w:t>Николай Васильевич</w:t>
            </w:r>
          </w:p>
        </w:tc>
        <w:tc>
          <w:tcPr>
            <w:tcW w:w="2979" w:type="dxa"/>
            <w:vMerge w:val="restart"/>
          </w:tcPr>
          <w:p w:rsidR="00721FD1" w:rsidRPr="00417900" w:rsidRDefault="00721FD1">
            <w:pPr>
              <w:rPr>
                <w:rFonts w:ascii="Arial" w:hAnsi="Arial" w:cs="Arial"/>
              </w:rPr>
            </w:pPr>
            <w:r w:rsidRPr="00417900">
              <w:rPr>
                <w:rFonts w:ascii="Arial" w:hAnsi="Arial" w:cs="Arial"/>
              </w:rPr>
              <w:t>Бюро по стандартам МГС</w:t>
            </w:r>
          </w:p>
        </w:tc>
        <w:tc>
          <w:tcPr>
            <w:tcW w:w="4110" w:type="dxa"/>
          </w:tcPr>
          <w:p w:rsidR="00721FD1" w:rsidRPr="00417900" w:rsidRDefault="00721FD1">
            <w:pPr>
              <w:rPr>
                <w:rFonts w:ascii="Arial" w:hAnsi="Arial" w:cs="Arial"/>
              </w:rPr>
            </w:pPr>
            <w:r w:rsidRPr="00417900">
              <w:rPr>
                <w:rFonts w:ascii="Arial" w:hAnsi="Arial" w:cs="Arial"/>
              </w:rPr>
              <w:t>Ответственный секретарь МГС, директор</w:t>
            </w:r>
          </w:p>
        </w:tc>
        <w:tc>
          <w:tcPr>
            <w:tcW w:w="1780" w:type="dxa"/>
            <w:vMerge w:val="restart"/>
          </w:tcPr>
          <w:p w:rsidR="00721FD1" w:rsidRPr="00DD480D" w:rsidRDefault="00721FD1">
            <w:pPr>
              <w:jc w:val="center"/>
              <w:rPr>
                <w:rFonts w:ascii="Arial" w:hAnsi="Arial" w:cs="Arial"/>
              </w:rPr>
            </w:pPr>
          </w:p>
        </w:tc>
      </w:tr>
      <w:tr w:rsidR="00721FD1" w:rsidRPr="00DD480D" w:rsidTr="00743B04">
        <w:trPr>
          <w:cantSplit/>
          <w:trHeight w:val="484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417900" w:rsidRDefault="00721FD1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0250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Лялькова</w:t>
            </w:r>
          </w:p>
          <w:p w:rsidR="00721FD1" w:rsidRPr="00417900" w:rsidRDefault="00721FD1" w:rsidP="00025073">
            <w:r w:rsidRPr="00417900">
              <w:rPr>
                <w:rFonts w:ascii="Arial" w:hAnsi="Arial" w:cs="Arial"/>
              </w:rPr>
              <w:t>Ирина Валерьяновна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417900" w:rsidRDefault="00721FD1" w:rsidP="00834EBC">
            <w:pPr>
              <w:rPr>
                <w:rFonts w:ascii="Arial" w:hAnsi="Arial" w:cs="Arial"/>
              </w:rPr>
            </w:pPr>
            <w:r w:rsidRPr="00417900"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1780" w:type="dxa"/>
            <w:vMerge/>
          </w:tcPr>
          <w:p w:rsidR="00721FD1" w:rsidRPr="00DD480D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721FD1" w:rsidRPr="00DD480D" w:rsidTr="00743B04">
        <w:trPr>
          <w:cantSplit/>
          <w:trHeight w:val="484"/>
        </w:trPr>
        <w:tc>
          <w:tcPr>
            <w:tcW w:w="959" w:type="dxa"/>
          </w:tcPr>
          <w:p w:rsidR="00721FD1" w:rsidRPr="00417900" w:rsidRDefault="00721FD1" w:rsidP="00D66EDD">
            <w:pPr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</w:tcPr>
          <w:p w:rsidR="00721FD1" w:rsidRPr="00417900" w:rsidRDefault="00721FD1">
            <w:pPr>
              <w:rPr>
                <w:rFonts w:ascii="Arial" w:hAnsi="Arial" w:cs="Arial"/>
                <w:caps/>
              </w:rPr>
            </w:pPr>
          </w:p>
        </w:tc>
        <w:tc>
          <w:tcPr>
            <w:tcW w:w="2834" w:type="dxa"/>
          </w:tcPr>
          <w:p w:rsidR="00721FD1" w:rsidRDefault="00721FD1" w:rsidP="000250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Мельник </w:t>
            </w:r>
          </w:p>
          <w:p w:rsidR="00721FD1" w:rsidRDefault="00721FD1" w:rsidP="000250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Алла Ивановна</w:t>
            </w:r>
          </w:p>
        </w:tc>
        <w:tc>
          <w:tcPr>
            <w:tcW w:w="2979" w:type="dxa"/>
            <w:vMerge/>
          </w:tcPr>
          <w:p w:rsidR="00721FD1" w:rsidRPr="00417900" w:rsidRDefault="00721FD1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721FD1" w:rsidRPr="00417900" w:rsidRDefault="00721FD1" w:rsidP="00834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Главный специалист</w:t>
            </w:r>
          </w:p>
        </w:tc>
        <w:tc>
          <w:tcPr>
            <w:tcW w:w="1780" w:type="dxa"/>
            <w:vMerge/>
          </w:tcPr>
          <w:p w:rsidR="00721FD1" w:rsidRPr="00DD480D" w:rsidRDefault="00721FD1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:rsidR="00721FD1" w:rsidRDefault="00721FD1" w:rsidP="009F590F"/>
    <w:sectPr w:rsidR="00721FD1" w:rsidSect="00743B04">
      <w:headerReference w:type="default" r:id="rId7"/>
      <w:pgSz w:w="16840" w:h="11907" w:orient="landscape" w:code="9"/>
      <w:pgMar w:top="993" w:right="567" w:bottom="709" w:left="1134" w:header="568" w:footer="2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FD1" w:rsidRDefault="00721FD1">
      <w:r>
        <w:separator/>
      </w:r>
    </w:p>
  </w:endnote>
  <w:endnote w:type="continuationSeparator" w:id="1">
    <w:p w:rsidR="00721FD1" w:rsidRDefault="00721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FD1" w:rsidRDefault="00721FD1">
      <w:r>
        <w:separator/>
      </w:r>
    </w:p>
  </w:footnote>
  <w:footnote w:type="continuationSeparator" w:id="1">
    <w:p w:rsidR="00721FD1" w:rsidRDefault="00721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FD1" w:rsidRDefault="00721FD1" w:rsidP="000B3788">
    <w:pPr>
      <w:pStyle w:val="Head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44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4D7842E3"/>
    <w:multiLevelType w:val="singleLevel"/>
    <w:tmpl w:val="27F6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">
    <w:nsid w:val="548A070C"/>
    <w:multiLevelType w:val="hybridMultilevel"/>
    <w:tmpl w:val="5A40DC46"/>
    <w:lvl w:ilvl="0" w:tplc="29309B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677A72B8"/>
    <w:multiLevelType w:val="multilevel"/>
    <w:tmpl w:val="C6A65C10"/>
    <w:lvl w:ilvl="0">
      <w:start w:val="1"/>
      <w:numFmt w:val="decimal"/>
      <w:lvlText w:val="%1."/>
      <w:lvlJc w:val="left"/>
      <w:pPr>
        <w:tabs>
          <w:tab w:val="num" w:pos="473"/>
        </w:tabs>
        <w:ind w:left="284" w:hanging="17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7E2762C7"/>
    <w:multiLevelType w:val="hybridMultilevel"/>
    <w:tmpl w:val="956A70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2467"/>
    <w:rsid w:val="00000D3A"/>
    <w:rsid w:val="000165AF"/>
    <w:rsid w:val="00020F17"/>
    <w:rsid w:val="000217A8"/>
    <w:rsid w:val="00021CA4"/>
    <w:rsid w:val="00025073"/>
    <w:rsid w:val="00034E8D"/>
    <w:rsid w:val="00036AD2"/>
    <w:rsid w:val="000370DF"/>
    <w:rsid w:val="00040A37"/>
    <w:rsid w:val="00041119"/>
    <w:rsid w:val="00043F0F"/>
    <w:rsid w:val="0005259D"/>
    <w:rsid w:val="00060E5B"/>
    <w:rsid w:val="0006270A"/>
    <w:rsid w:val="000755D8"/>
    <w:rsid w:val="00075EA4"/>
    <w:rsid w:val="00076D2E"/>
    <w:rsid w:val="00081348"/>
    <w:rsid w:val="0008401C"/>
    <w:rsid w:val="00084E42"/>
    <w:rsid w:val="00087B36"/>
    <w:rsid w:val="00094443"/>
    <w:rsid w:val="00096CF8"/>
    <w:rsid w:val="000A3220"/>
    <w:rsid w:val="000A74B4"/>
    <w:rsid w:val="000B07DA"/>
    <w:rsid w:val="000B124E"/>
    <w:rsid w:val="000B365B"/>
    <w:rsid w:val="000B3788"/>
    <w:rsid w:val="000B4488"/>
    <w:rsid w:val="000B4DEE"/>
    <w:rsid w:val="000B6A25"/>
    <w:rsid w:val="000C29E0"/>
    <w:rsid w:val="000C722B"/>
    <w:rsid w:val="000D156A"/>
    <w:rsid w:val="000E0924"/>
    <w:rsid w:val="000E453B"/>
    <w:rsid w:val="000F1B04"/>
    <w:rsid w:val="000F5350"/>
    <w:rsid w:val="00100DA0"/>
    <w:rsid w:val="0010454C"/>
    <w:rsid w:val="00104B6F"/>
    <w:rsid w:val="00104FE0"/>
    <w:rsid w:val="0010504D"/>
    <w:rsid w:val="001149C1"/>
    <w:rsid w:val="001220E9"/>
    <w:rsid w:val="00122E0C"/>
    <w:rsid w:val="00125718"/>
    <w:rsid w:val="00127544"/>
    <w:rsid w:val="00133BBA"/>
    <w:rsid w:val="00137A4E"/>
    <w:rsid w:val="001508A9"/>
    <w:rsid w:val="0015490B"/>
    <w:rsid w:val="001567CA"/>
    <w:rsid w:val="00157B31"/>
    <w:rsid w:val="00161745"/>
    <w:rsid w:val="00164FFF"/>
    <w:rsid w:val="001735B8"/>
    <w:rsid w:val="0017624F"/>
    <w:rsid w:val="0018427C"/>
    <w:rsid w:val="00185698"/>
    <w:rsid w:val="00186D60"/>
    <w:rsid w:val="00191806"/>
    <w:rsid w:val="00197B96"/>
    <w:rsid w:val="001A3211"/>
    <w:rsid w:val="001A40F6"/>
    <w:rsid w:val="001C25F2"/>
    <w:rsid w:val="001D35A5"/>
    <w:rsid w:val="001D65EF"/>
    <w:rsid w:val="001E1603"/>
    <w:rsid w:val="001E430B"/>
    <w:rsid w:val="00202983"/>
    <w:rsid w:val="00205D9A"/>
    <w:rsid w:val="0022124A"/>
    <w:rsid w:val="002240D9"/>
    <w:rsid w:val="002261EB"/>
    <w:rsid w:val="00227BF0"/>
    <w:rsid w:val="00235754"/>
    <w:rsid w:val="00237D72"/>
    <w:rsid w:val="002441B3"/>
    <w:rsid w:val="00247B6D"/>
    <w:rsid w:val="00254556"/>
    <w:rsid w:val="00254D02"/>
    <w:rsid w:val="00264645"/>
    <w:rsid w:val="00264682"/>
    <w:rsid w:val="00266BB4"/>
    <w:rsid w:val="00271956"/>
    <w:rsid w:val="0027306F"/>
    <w:rsid w:val="0027564D"/>
    <w:rsid w:val="002778F8"/>
    <w:rsid w:val="00290184"/>
    <w:rsid w:val="00291DE2"/>
    <w:rsid w:val="002978EF"/>
    <w:rsid w:val="002A0274"/>
    <w:rsid w:val="002A137C"/>
    <w:rsid w:val="002A1E6D"/>
    <w:rsid w:val="002A32B1"/>
    <w:rsid w:val="002A653E"/>
    <w:rsid w:val="002B65B0"/>
    <w:rsid w:val="002E0A99"/>
    <w:rsid w:val="002E6666"/>
    <w:rsid w:val="002F1457"/>
    <w:rsid w:val="002F3921"/>
    <w:rsid w:val="002F431E"/>
    <w:rsid w:val="002F47C1"/>
    <w:rsid w:val="00300AA4"/>
    <w:rsid w:val="003033E8"/>
    <w:rsid w:val="003147AA"/>
    <w:rsid w:val="00315489"/>
    <w:rsid w:val="003238CD"/>
    <w:rsid w:val="00331985"/>
    <w:rsid w:val="00332DA5"/>
    <w:rsid w:val="00333FD4"/>
    <w:rsid w:val="00334302"/>
    <w:rsid w:val="00340EB0"/>
    <w:rsid w:val="00342097"/>
    <w:rsid w:val="003479E7"/>
    <w:rsid w:val="00347F2C"/>
    <w:rsid w:val="00356358"/>
    <w:rsid w:val="0036181E"/>
    <w:rsid w:val="003656D0"/>
    <w:rsid w:val="00374FD0"/>
    <w:rsid w:val="00380840"/>
    <w:rsid w:val="00383833"/>
    <w:rsid w:val="00383F28"/>
    <w:rsid w:val="003858C8"/>
    <w:rsid w:val="00386032"/>
    <w:rsid w:val="0039263E"/>
    <w:rsid w:val="00392F2F"/>
    <w:rsid w:val="00395B37"/>
    <w:rsid w:val="00397015"/>
    <w:rsid w:val="003A2DEE"/>
    <w:rsid w:val="003A3800"/>
    <w:rsid w:val="003B154C"/>
    <w:rsid w:val="003B288C"/>
    <w:rsid w:val="003B44E6"/>
    <w:rsid w:val="003B527A"/>
    <w:rsid w:val="003B58A3"/>
    <w:rsid w:val="003B629B"/>
    <w:rsid w:val="003C5B21"/>
    <w:rsid w:val="003C6FED"/>
    <w:rsid w:val="003C7063"/>
    <w:rsid w:val="003D2836"/>
    <w:rsid w:val="003D2C89"/>
    <w:rsid w:val="003E2DD6"/>
    <w:rsid w:val="003E41CD"/>
    <w:rsid w:val="003E79C2"/>
    <w:rsid w:val="003F248B"/>
    <w:rsid w:val="003F3370"/>
    <w:rsid w:val="003F728F"/>
    <w:rsid w:val="00400558"/>
    <w:rsid w:val="004005B1"/>
    <w:rsid w:val="00406951"/>
    <w:rsid w:val="00412C68"/>
    <w:rsid w:val="0041449A"/>
    <w:rsid w:val="00417304"/>
    <w:rsid w:val="00417900"/>
    <w:rsid w:val="004230F8"/>
    <w:rsid w:val="00436B73"/>
    <w:rsid w:val="00440D4E"/>
    <w:rsid w:val="0046120F"/>
    <w:rsid w:val="004617F1"/>
    <w:rsid w:val="00464D27"/>
    <w:rsid w:val="0046605C"/>
    <w:rsid w:val="004707E3"/>
    <w:rsid w:val="004802FD"/>
    <w:rsid w:val="004836DA"/>
    <w:rsid w:val="00484495"/>
    <w:rsid w:val="004856D7"/>
    <w:rsid w:val="00487485"/>
    <w:rsid w:val="0049433F"/>
    <w:rsid w:val="004A3575"/>
    <w:rsid w:val="004A4435"/>
    <w:rsid w:val="004A4988"/>
    <w:rsid w:val="004A6757"/>
    <w:rsid w:val="004A77A7"/>
    <w:rsid w:val="004C323C"/>
    <w:rsid w:val="004C3D89"/>
    <w:rsid w:val="004C478F"/>
    <w:rsid w:val="004C676F"/>
    <w:rsid w:val="004D158D"/>
    <w:rsid w:val="004D19DA"/>
    <w:rsid w:val="004D42AA"/>
    <w:rsid w:val="004E1686"/>
    <w:rsid w:val="004F0262"/>
    <w:rsid w:val="004F0E91"/>
    <w:rsid w:val="004F2319"/>
    <w:rsid w:val="004F40DB"/>
    <w:rsid w:val="00501BF5"/>
    <w:rsid w:val="00503840"/>
    <w:rsid w:val="00505462"/>
    <w:rsid w:val="00505DBC"/>
    <w:rsid w:val="0050691E"/>
    <w:rsid w:val="00507312"/>
    <w:rsid w:val="005210D0"/>
    <w:rsid w:val="00530620"/>
    <w:rsid w:val="00530794"/>
    <w:rsid w:val="0053396E"/>
    <w:rsid w:val="0053579D"/>
    <w:rsid w:val="00536867"/>
    <w:rsid w:val="00542642"/>
    <w:rsid w:val="00543268"/>
    <w:rsid w:val="005467F7"/>
    <w:rsid w:val="005568F2"/>
    <w:rsid w:val="00562418"/>
    <w:rsid w:val="00564395"/>
    <w:rsid w:val="0056577B"/>
    <w:rsid w:val="00565A00"/>
    <w:rsid w:val="005666A8"/>
    <w:rsid w:val="00572DF4"/>
    <w:rsid w:val="005761E9"/>
    <w:rsid w:val="00582B05"/>
    <w:rsid w:val="00590A20"/>
    <w:rsid w:val="00592CD6"/>
    <w:rsid w:val="00596E06"/>
    <w:rsid w:val="005A1FDD"/>
    <w:rsid w:val="005A2202"/>
    <w:rsid w:val="005A2F03"/>
    <w:rsid w:val="005A3157"/>
    <w:rsid w:val="005A53D7"/>
    <w:rsid w:val="005B195B"/>
    <w:rsid w:val="005B1DCE"/>
    <w:rsid w:val="005B3110"/>
    <w:rsid w:val="005B58D4"/>
    <w:rsid w:val="005C17A6"/>
    <w:rsid w:val="005C703D"/>
    <w:rsid w:val="005D0958"/>
    <w:rsid w:val="005D5B83"/>
    <w:rsid w:val="005E0679"/>
    <w:rsid w:val="005E1939"/>
    <w:rsid w:val="005E2FCD"/>
    <w:rsid w:val="005E3FCB"/>
    <w:rsid w:val="005E578E"/>
    <w:rsid w:val="005F0C27"/>
    <w:rsid w:val="005F0E3B"/>
    <w:rsid w:val="005F23D7"/>
    <w:rsid w:val="00602467"/>
    <w:rsid w:val="0061526A"/>
    <w:rsid w:val="00616AA5"/>
    <w:rsid w:val="00632707"/>
    <w:rsid w:val="006375F3"/>
    <w:rsid w:val="00650769"/>
    <w:rsid w:val="00651469"/>
    <w:rsid w:val="00651823"/>
    <w:rsid w:val="00651FA2"/>
    <w:rsid w:val="006540D9"/>
    <w:rsid w:val="00656498"/>
    <w:rsid w:val="00665EA4"/>
    <w:rsid w:val="0067172B"/>
    <w:rsid w:val="00683707"/>
    <w:rsid w:val="006929B3"/>
    <w:rsid w:val="006A2027"/>
    <w:rsid w:val="006A78B9"/>
    <w:rsid w:val="006B2D40"/>
    <w:rsid w:val="006B5BFA"/>
    <w:rsid w:val="006B7EF4"/>
    <w:rsid w:val="006C3035"/>
    <w:rsid w:val="006C71FD"/>
    <w:rsid w:val="006D1F6A"/>
    <w:rsid w:val="006D265B"/>
    <w:rsid w:val="006D2CCC"/>
    <w:rsid w:val="006D3FF1"/>
    <w:rsid w:val="006D4A97"/>
    <w:rsid w:val="006E677C"/>
    <w:rsid w:val="006F2786"/>
    <w:rsid w:val="006F2DAE"/>
    <w:rsid w:val="006F3011"/>
    <w:rsid w:val="006F3AA4"/>
    <w:rsid w:val="006F4D31"/>
    <w:rsid w:val="006F50D2"/>
    <w:rsid w:val="00702A54"/>
    <w:rsid w:val="00706986"/>
    <w:rsid w:val="007149D7"/>
    <w:rsid w:val="00715753"/>
    <w:rsid w:val="00715F95"/>
    <w:rsid w:val="00721C1C"/>
    <w:rsid w:val="00721FD1"/>
    <w:rsid w:val="007224EB"/>
    <w:rsid w:val="007234E7"/>
    <w:rsid w:val="00723F7A"/>
    <w:rsid w:val="00727461"/>
    <w:rsid w:val="00737D3C"/>
    <w:rsid w:val="007430CA"/>
    <w:rsid w:val="00743B04"/>
    <w:rsid w:val="00744910"/>
    <w:rsid w:val="007456BA"/>
    <w:rsid w:val="00745AB0"/>
    <w:rsid w:val="00747B77"/>
    <w:rsid w:val="00750759"/>
    <w:rsid w:val="00751232"/>
    <w:rsid w:val="00751AD0"/>
    <w:rsid w:val="00752C10"/>
    <w:rsid w:val="00756C66"/>
    <w:rsid w:val="007575DC"/>
    <w:rsid w:val="00757BB1"/>
    <w:rsid w:val="00762B6F"/>
    <w:rsid w:val="00765006"/>
    <w:rsid w:val="00767449"/>
    <w:rsid w:val="00767EEC"/>
    <w:rsid w:val="00770FEC"/>
    <w:rsid w:val="00774C58"/>
    <w:rsid w:val="00777599"/>
    <w:rsid w:val="00780DB9"/>
    <w:rsid w:val="007916AB"/>
    <w:rsid w:val="007A3E0C"/>
    <w:rsid w:val="007A461D"/>
    <w:rsid w:val="007A5115"/>
    <w:rsid w:val="007A6CA4"/>
    <w:rsid w:val="007B071C"/>
    <w:rsid w:val="007C0BCE"/>
    <w:rsid w:val="007C132A"/>
    <w:rsid w:val="007C4855"/>
    <w:rsid w:val="007C4D5B"/>
    <w:rsid w:val="007D244D"/>
    <w:rsid w:val="007D654B"/>
    <w:rsid w:val="007E1CDD"/>
    <w:rsid w:val="007E3F42"/>
    <w:rsid w:val="007F505D"/>
    <w:rsid w:val="007F6B6C"/>
    <w:rsid w:val="007F7297"/>
    <w:rsid w:val="0080060A"/>
    <w:rsid w:val="0080325F"/>
    <w:rsid w:val="0080510F"/>
    <w:rsid w:val="00805699"/>
    <w:rsid w:val="008064E5"/>
    <w:rsid w:val="0080680F"/>
    <w:rsid w:val="00807726"/>
    <w:rsid w:val="00814150"/>
    <w:rsid w:val="00814693"/>
    <w:rsid w:val="008219E9"/>
    <w:rsid w:val="00823306"/>
    <w:rsid w:val="00824F3F"/>
    <w:rsid w:val="00824FAC"/>
    <w:rsid w:val="00834EBC"/>
    <w:rsid w:val="00837C5E"/>
    <w:rsid w:val="00842378"/>
    <w:rsid w:val="00847BC8"/>
    <w:rsid w:val="00851618"/>
    <w:rsid w:val="008536A4"/>
    <w:rsid w:val="0085684C"/>
    <w:rsid w:val="008602D8"/>
    <w:rsid w:val="008602F7"/>
    <w:rsid w:val="0086152A"/>
    <w:rsid w:val="00861639"/>
    <w:rsid w:val="00866C69"/>
    <w:rsid w:val="00867FF9"/>
    <w:rsid w:val="00872233"/>
    <w:rsid w:val="00872E57"/>
    <w:rsid w:val="00880857"/>
    <w:rsid w:val="00885332"/>
    <w:rsid w:val="008A0560"/>
    <w:rsid w:val="008A1B37"/>
    <w:rsid w:val="008A4987"/>
    <w:rsid w:val="008A4BF6"/>
    <w:rsid w:val="008B3C56"/>
    <w:rsid w:val="008B679C"/>
    <w:rsid w:val="008C120F"/>
    <w:rsid w:val="008C4791"/>
    <w:rsid w:val="008C5D61"/>
    <w:rsid w:val="008C6FBC"/>
    <w:rsid w:val="008C7906"/>
    <w:rsid w:val="008D0289"/>
    <w:rsid w:val="008D1B51"/>
    <w:rsid w:val="008D42E2"/>
    <w:rsid w:val="008E0DAD"/>
    <w:rsid w:val="008E189C"/>
    <w:rsid w:val="008E2EE4"/>
    <w:rsid w:val="008E36CE"/>
    <w:rsid w:val="008E57EE"/>
    <w:rsid w:val="008F415C"/>
    <w:rsid w:val="008F6B56"/>
    <w:rsid w:val="00902DE4"/>
    <w:rsid w:val="00903064"/>
    <w:rsid w:val="00906CCB"/>
    <w:rsid w:val="00907ECD"/>
    <w:rsid w:val="00912DC0"/>
    <w:rsid w:val="00922BE1"/>
    <w:rsid w:val="009243EE"/>
    <w:rsid w:val="0092790D"/>
    <w:rsid w:val="0093123B"/>
    <w:rsid w:val="00933469"/>
    <w:rsid w:val="00934194"/>
    <w:rsid w:val="0093493A"/>
    <w:rsid w:val="00935239"/>
    <w:rsid w:val="00937223"/>
    <w:rsid w:val="0094275C"/>
    <w:rsid w:val="00951488"/>
    <w:rsid w:val="00951662"/>
    <w:rsid w:val="00955C75"/>
    <w:rsid w:val="009607B4"/>
    <w:rsid w:val="0096442A"/>
    <w:rsid w:val="00964E75"/>
    <w:rsid w:val="009823CE"/>
    <w:rsid w:val="0098254F"/>
    <w:rsid w:val="0098372C"/>
    <w:rsid w:val="00983B0A"/>
    <w:rsid w:val="00987EFF"/>
    <w:rsid w:val="00994E2B"/>
    <w:rsid w:val="009A1036"/>
    <w:rsid w:val="009A3104"/>
    <w:rsid w:val="009A633D"/>
    <w:rsid w:val="009B14C0"/>
    <w:rsid w:val="009B444C"/>
    <w:rsid w:val="009C48E9"/>
    <w:rsid w:val="009C77CB"/>
    <w:rsid w:val="009D1827"/>
    <w:rsid w:val="009D5975"/>
    <w:rsid w:val="009D5D60"/>
    <w:rsid w:val="009E1EE6"/>
    <w:rsid w:val="009E286F"/>
    <w:rsid w:val="009E5DE3"/>
    <w:rsid w:val="009E5EC0"/>
    <w:rsid w:val="009E6ECD"/>
    <w:rsid w:val="009F590F"/>
    <w:rsid w:val="00A04ABB"/>
    <w:rsid w:val="00A06E22"/>
    <w:rsid w:val="00A1185F"/>
    <w:rsid w:val="00A15126"/>
    <w:rsid w:val="00A154B6"/>
    <w:rsid w:val="00A172AB"/>
    <w:rsid w:val="00A2156C"/>
    <w:rsid w:val="00A22F98"/>
    <w:rsid w:val="00A31744"/>
    <w:rsid w:val="00A347C2"/>
    <w:rsid w:val="00A36E72"/>
    <w:rsid w:val="00A37B0E"/>
    <w:rsid w:val="00A40BA8"/>
    <w:rsid w:val="00A413CE"/>
    <w:rsid w:val="00A457F2"/>
    <w:rsid w:val="00A45971"/>
    <w:rsid w:val="00A5021D"/>
    <w:rsid w:val="00A53915"/>
    <w:rsid w:val="00A539DC"/>
    <w:rsid w:val="00A643C2"/>
    <w:rsid w:val="00A6541D"/>
    <w:rsid w:val="00A662E3"/>
    <w:rsid w:val="00A737B6"/>
    <w:rsid w:val="00A75C97"/>
    <w:rsid w:val="00A82DA5"/>
    <w:rsid w:val="00A830FE"/>
    <w:rsid w:val="00A83544"/>
    <w:rsid w:val="00A91CDC"/>
    <w:rsid w:val="00AA4677"/>
    <w:rsid w:val="00AA5B6E"/>
    <w:rsid w:val="00AA5F57"/>
    <w:rsid w:val="00AB1198"/>
    <w:rsid w:val="00AB4F06"/>
    <w:rsid w:val="00AB7A09"/>
    <w:rsid w:val="00AC0436"/>
    <w:rsid w:val="00AC3694"/>
    <w:rsid w:val="00AC6291"/>
    <w:rsid w:val="00AC76A2"/>
    <w:rsid w:val="00AD0128"/>
    <w:rsid w:val="00AD3032"/>
    <w:rsid w:val="00AD7389"/>
    <w:rsid w:val="00AE0656"/>
    <w:rsid w:val="00AE1180"/>
    <w:rsid w:val="00AE14CB"/>
    <w:rsid w:val="00AE59F1"/>
    <w:rsid w:val="00AE783C"/>
    <w:rsid w:val="00AF0992"/>
    <w:rsid w:val="00AF0D1E"/>
    <w:rsid w:val="00B033AA"/>
    <w:rsid w:val="00B13237"/>
    <w:rsid w:val="00B17021"/>
    <w:rsid w:val="00B17402"/>
    <w:rsid w:val="00B20FA4"/>
    <w:rsid w:val="00B244BE"/>
    <w:rsid w:val="00B2451D"/>
    <w:rsid w:val="00B257E6"/>
    <w:rsid w:val="00B265C5"/>
    <w:rsid w:val="00B274B0"/>
    <w:rsid w:val="00B354AE"/>
    <w:rsid w:val="00B364CC"/>
    <w:rsid w:val="00B41436"/>
    <w:rsid w:val="00B41ED5"/>
    <w:rsid w:val="00B426A9"/>
    <w:rsid w:val="00B449CF"/>
    <w:rsid w:val="00B51B2E"/>
    <w:rsid w:val="00B554AB"/>
    <w:rsid w:val="00B5745C"/>
    <w:rsid w:val="00B60360"/>
    <w:rsid w:val="00B620C3"/>
    <w:rsid w:val="00B62718"/>
    <w:rsid w:val="00B62D6C"/>
    <w:rsid w:val="00B645CA"/>
    <w:rsid w:val="00B70DBA"/>
    <w:rsid w:val="00B73725"/>
    <w:rsid w:val="00B818F6"/>
    <w:rsid w:val="00B832F1"/>
    <w:rsid w:val="00B8374C"/>
    <w:rsid w:val="00B83FF4"/>
    <w:rsid w:val="00B854C5"/>
    <w:rsid w:val="00B858F1"/>
    <w:rsid w:val="00B908E9"/>
    <w:rsid w:val="00B9308E"/>
    <w:rsid w:val="00B95544"/>
    <w:rsid w:val="00B971E8"/>
    <w:rsid w:val="00BA275F"/>
    <w:rsid w:val="00BB2255"/>
    <w:rsid w:val="00BB3CA2"/>
    <w:rsid w:val="00BB4BAD"/>
    <w:rsid w:val="00BB6AE0"/>
    <w:rsid w:val="00BB7CD6"/>
    <w:rsid w:val="00BC132D"/>
    <w:rsid w:val="00BC2F59"/>
    <w:rsid w:val="00BC3433"/>
    <w:rsid w:val="00BC4696"/>
    <w:rsid w:val="00BC4F17"/>
    <w:rsid w:val="00BC59F8"/>
    <w:rsid w:val="00BC7DB5"/>
    <w:rsid w:val="00BE6E33"/>
    <w:rsid w:val="00BE7971"/>
    <w:rsid w:val="00BF335E"/>
    <w:rsid w:val="00BF4CD5"/>
    <w:rsid w:val="00C02C25"/>
    <w:rsid w:val="00C02DC0"/>
    <w:rsid w:val="00C06752"/>
    <w:rsid w:val="00C07EB1"/>
    <w:rsid w:val="00C12D57"/>
    <w:rsid w:val="00C21630"/>
    <w:rsid w:val="00C225D0"/>
    <w:rsid w:val="00C3229C"/>
    <w:rsid w:val="00C35EE9"/>
    <w:rsid w:val="00C43C8F"/>
    <w:rsid w:val="00C44C71"/>
    <w:rsid w:val="00C452A3"/>
    <w:rsid w:val="00C4685D"/>
    <w:rsid w:val="00C534B5"/>
    <w:rsid w:val="00C55FEF"/>
    <w:rsid w:val="00C61EC4"/>
    <w:rsid w:val="00C640E5"/>
    <w:rsid w:val="00C65F0F"/>
    <w:rsid w:val="00C80BB5"/>
    <w:rsid w:val="00C857F0"/>
    <w:rsid w:val="00C87C78"/>
    <w:rsid w:val="00C9014D"/>
    <w:rsid w:val="00C90D3E"/>
    <w:rsid w:val="00C91134"/>
    <w:rsid w:val="00C91E11"/>
    <w:rsid w:val="00C921F8"/>
    <w:rsid w:val="00C9265B"/>
    <w:rsid w:val="00C9305C"/>
    <w:rsid w:val="00C9784D"/>
    <w:rsid w:val="00CA1B63"/>
    <w:rsid w:val="00CA3D49"/>
    <w:rsid w:val="00CA4213"/>
    <w:rsid w:val="00CA587C"/>
    <w:rsid w:val="00CB50E7"/>
    <w:rsid w:val="00CE179A"/>
    <w:rsid w:val="00CE1EDC"/>
    <w:rsid w:val="00CE7F97"/>
    <w:rsid w:val="00CF317F"/>
    <w:rsid w:val="00CF3C57"/>
    <w:rsid w:val="00CF5613"/>
    <w:rsid w:val="00D031CE"/>
    <w:rsid w:val="00D04B6A"/>
    <w:rsid w:val="00D1463F"/>
    <w:rsid w:val="00D1476B"/>
    <w:rsid w:val="00D16C93"/>
    <w:rsid w:val="00D22A25"/>
    <w:rsid w:val="00D23FA8"/>
    <w:rsid w:val="00D2736E"/>
    <w:rsid w:val="00D315ED"/>
    <w:rsid w:val="00D407DF"/>
    <w:rsid w:val="00D46E6F"/>
    <w:rsid w:val="00D54DE9"/>
    <w:rsid w:val="00D604E3"/>
    <w:rsid w:val="00D62586"/>
    <w:rsid w:val="00D64E5C"/>
    <w:rsid w:val="00D65E02"/>
    <w:rsid w:val="00D66EDD"/>
    <w:rsid w:val="00D7199B"/>
    <w:rsid w:val="00D814AC"/>
    <w:rsid w:val="00D84BF9"/>
    <w:rsid w:val="00D904BC"/>
    <w:rsid w:val="00D9126B"/>
    <w:rsid w:val="00D93495"/>
    <w:rsid w:val="00D939FF"/>
    <w:rsid w:val="00D93E99"/>
    <w:rsid w:val="00DA0666"/>
    <w:rsid w:val="00DA233F"/>
    <w:rsid w:val="00DA69DB"/>
    <w:rsid w:val="00DB37AD"/>
    <w:rsid w:val="00DC53A1"/>
    <w:rsid w:val="00DD0DD0"/>
    <w:rsid w:val="00DD1728"/>
    <w:rsid w:val="00DD480D"/>
    <w:rsid w:val="00DD575C"/>
    <w:rsid w:val="00DE47D5"/>
    <w:rsid w:val="00DE6A04"/>
    <w:rsid w:val="00DE75E4"/>
    <w:rsid w:val="00DF275F"/>
    <w:rsid w:val="00DF6B98"/>
    <w:rsid w:val="00DF7093"/>
    <w:rsid w:val="00E078CD"/>
    <w:rsid w:val="00E13934"/>
    <w:rsid w:val="00E2010B"/>
    <w:rsid w:val="00E206B9"/>
    <w:rsid w:val="00E241C5"/>
    <w:rsid w:val="00E25215"/>
    <w:rsid w:val="00E25F2A"/>
    <w:rsid w:val="00E31CAD"/>
    <w:rsid w:val="00E3213D"/>
    <w:rsid w:val="00E41B67"/>
    <w:rsid w:val="00E4229A"/>
    <w:rsid w:val="00E46EA9"/>
    <w:rsid w:val="00E50573"/>
    <w:rsid w:val="00E50B58"/>
    <w:rsid w:val="00E5216A"/>
    <w:rsid w:val="00E54F00"/>
    <w:rsid w:val="00E565D3"/>
    <w:rsid w:val="00E57FB6"/>
    <w:rsid w:val="00E61C44"/>
    <w:rsid w:val="00E64D0E"/>
    <w:rsid w:val="00E65239"/>
    <w:rsid w:val="00E67A62"/>
    <w:rsid w:val="00E8409A"/>
    <w:rsid w:val="00E91F9C"/>
    <w:rsid w:val="00EA6596"/>
    <w:rsid w:val="00EB01A6"/>
    <w:rsid w:val="00EB2980"/>
    <w:rsid w:val="00EB4E5D"/>
    <w:rsid w:val="00EB7679"/>
    <w:rsid w:val="00EC5070"/>
    <w:rsid w:val="00ED3E6F"/>
    <w:rsid w:val="00ED5A29"/>
    <w:rsid w:val="00ED6CEB"/>
    <w:rsid w:val="00EE0F3F"/>
    <w:rsid w:val="00EE2C42"/>
    <w:rsid w:val="00EE70E9"/>
    <w:rsid w:val="00EF2C55"/>
    <w:rsid w:val="00EF5058"/>
    <w:rsid w:val="00EF59E9"/>
    <w:rsid w:val="00EF7850"/>
    <w:rsid w:val="00F01E57"/>
    <w:rsid w:val="00F05711"/>
    <w:rsid w:val="00F10003"/>
    <w:rsid w:val="00F105B7"/>
    <w:rsid w:val="00F11C96"/>
    <w:rsid w:val="00F179CC"/>
    <w:rsid w:val="00F17A6F"/>
    <w:rsid w:val="00F20E1A"/>
    <w:rsid w:val="00F26393"/>
    <w:rsid w:val="00F302E4"/>
    <w:rsid w:val="00F30B94"/>
    <w:rsid w:val="00F3135A"/>
    <w:rsid w:val="00F358FB"/>
    <w:rsid w:val="00F40DC3"/>
    <w:rsid w:val="00F42956"/>
    <w:rsid w:val="00F45DC7"/>
    <w:rsid w:val="00F52B66"/>
    <w:rsid w:val="00F5606D"/>
    <w:rsid w:val="00F57520"/>
    <w:rsid w:val="00F74039"/>
    <w:rsid w:val="00F806E5"/>
    <w:rsid w:val="00F80EC9"/>
    <w:rsid w:val="00F82532"/>
    <w:rsid w:val="00F828FC"/>
    <w:rsid w:val="00F87B1C"/>
    <w:rsid w:val="00F9265E"/>
    <w:rsid w:val="00F928AC"/>
    <w:rsid w:val="00F95E87"/>
    <w:rsid w:val="00FA2B7A"/>
    <w:rsid w:val="00FA3080"/>
    <w:rsid w:val="00FA4C15"/>
    <w:rsid w:val="00FA5110"/>
    <w:rsid w:val="00FA535E"/>
    <w:rsid w:val="00FC0A19"/>
    <w:rsid w:val="00FC29D7"/>
    <w:rsid w:val="00FC52E3"/>
    <w:rsid w:val="00FC5AF5"/>
    <w:rsid w:val="00FC6AA0"/>
    <w:rsid w:val="00FD0566"/>
    <w:rsid w:val="00FD2723"/>
    <w:rsid w:val="00FD7BC0"/>
    <w:rsid w:val="00FE580E"/>
    <w:rsid w:val="00FF1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3174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1744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1744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1744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1744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31744"/>
    <w:pPr>
      <w:keepNext/>
      <w:ind w:left="-391" w:firstLine="391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31744"/>
    <w:pPr>
      <w:keepNext/>
      <w:ind w:left="-391" w:firstLine="283"/>
      <w:outlineLvl w:val="5"/>
    </w:pPr>
    <w:rPr>
      <w:rFonts w:ascii="Calibri" w:hAnsi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A31744"/>
    <w:pPr>
      <w:keepNext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31744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1744"/>
    <w:pPr>
      <w:keepNext/>
      <w:jc w:val="center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30FE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30FE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30FE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30FE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30FE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30FE"/>
    <w:rPr>
      <w:rFonts w:ascii="Calibri" w:hAnsi="Calibri"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30FE"/>
    <w:rPr>
      <w:rFonts w:ascii="Calibri" w:hAnsi="Calibri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30FE"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30FE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A31744"/>
    <w:pPr>
      <w:jc w:val="center"/>
    </w:pPr>
    <w:rPr>
      <w:rFonts w:ascii="Arial" w:hAnsi="Arial"/>
      <w:b/>
      <w:sz w:val="22"/>
    </w:rPr>
  </w:style>
  <w:style w:type="character" w:customStyle="1" w:styleId="TitleChar">
    <w:name w:val="Title Char"/>
    <w:basedOn w:val="DefaultParagraphFont"/>
    <w:link w:val="Title"/>
    <w:uiPriority w:val="99"/>
    <w:locked/>
    <w:rsid w:val="002A0274"/>
    <w:rPr>
      <w:rFonts w:ascii="Arial" w:hAnsi="Arial" w:cs="Times New Roman"/>
      <w:b/>
      <w:sz w:val="22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A31744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30FE"/>
    <w:rPr>
      <w:rFonts w:cs="Times New Roman"/>
      <w:sz w:val="20"/>
    </w:rPr>
  </w:style>
  <w:style w:type="paragraph" w:styleId="BodyText2">
    <w:name w:val="Body Text 2"/>
    <w:basedOn w:val="Normal"/>
    <w:link w:val="BodyText2Char"/>
    <w:uiPriority w:val="99"/>
    <w:rsid w:val="00A31744"/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830FE"/>
    <w:rPr>
      <w:rFonts w:cs="Times New Roman"/>
      <w:sz w:val="20"/>
    </w:rPr>
  </w:style>
  <w:style w:type="paragraph" w:styleId="BodyText3">
    <w:name w:val="Body Text 3"/>
    <w:basedOn w:val="Normal"/>
    <w:link w:val="BodyText3Char"/>
    <w:uiPriority w:val="99"/>
    <w:rsid w:val="00A3174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830FE"/>
    <w:rPr>
      <w:rFonts w:cs="Times New Roman"/>
      <w:sz w:val="16"/>
    </w:rPr>
  </w:style>
  <w:style w:type="paragraph" w:styleId="Caption">
    <w:name w:val="caption"/>
    <w:basedOn w:val="Normal"/>
    <w:next w:val="Normal"/>
    <w:uiPriority w:val="99"/>
    <w:qFormat/>
    <w:rsid w:val="00A31744"/>
    <w:pPr>
      <w:framePr w:w="3895" w:h="2577" w:hSpace="141" w:wrap="around" w:vAnchor="text" w:hAnchor="page" w:x="7195" w:y="123"/>
    </w:pPr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1E160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30FE"/>
    <w:rPr>
      <w:rFonts w:cs="Times New Roman"/>
      <w:sz w:val="20"/>
    </w:rPr>
  </w:style>
  <w:style w:type="paragraph" w:styleId="Footer">
    <w:name w:val="footer"/>
    <w:basedOn w:val="Normal"/>
    <w:link w:val="FooterChar"/>
    <w:uiPriority w:val="99"/>
    <w:rsid w:val="008219E9"/>
    <w:rPr>
      <w:rFonts w:ascii="Arial" w:hAnsi="Arial"/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430CA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916AB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B01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830FE"/>
    <w:rPr>
      <w:rFonts w:cs="Times New Roman"/>
      <w:sz w:val="20"/>
    </w:rPr>
  </w:style>
  <w:style w:type="character" w:styleId="Strong">
    <w:name w:val="Strong"/>
    <w:basedOn w:val="DefaultParagraphFont"/>
    <w:uiPriority w:val="99"/>
    <w:qFormat/>
    <w:rsid w:val="00AD7389"/>
    <w:rPr>
      <w:rFonts w:cs="Times New Roman"/>
      <w:b/>
    </w:rPr>
  </w:style>
  <w:style w:type="paragraph" w:customStyle="1" w:styleId="21">
    <w:name w:val="Основной текст 21"/>
    <w:basedOn w:val="Normal"/>
    <w:uiPriority w:val="99"/>
    <w:rsid w:val="00650769"/>
    <w:pPr>
      <w:widowControl w:val="0"/>
      <w:jc w:val="both"/>
    </w:pPr>
    <w:rPr>
      <w:rFonts w:ascii="Arial" w:hAnsi="Arial"/>
      <w:sz w:val="24"/>
    </w:rPr>
  </w:style>
  <w:style w:type="paragraph" w:customStyle="1" w:styleId="CharCharCharChar">
    <w:name w:val="Char Char Знак Знак Char Char Знак"/>
    <w:basedOn w:val="Normal"/>
    <w:autoRedefine/>
    <w:uiPriority w:val="99"/>
    <w:rsid w:val="00F30B9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AD3032"/>
    <w:pPr>
      <w:spacing w:after="160" w:line="240" w:lineRule="exact"/>
    </w:pPr>
    <w:rPr>
      <w:lang w:val="en-US" w:eastAsia="en-US"/>
    </w:rPr>
  </w:style>
  <w:style w:type="character" w:customStyle="1" w:styleId="1">
    <w:name w:val="Знак Знак1"/>
    <w:uiPriority w:val="99"/>
    <w:rsid w:val="008E36CE"/>
    <w:rPr>
      <w:rFonts w:ascii="Arial" w:hAnsi="Arial"/>
      <w:sz w:val="24"/>
      <w:lang w:val="ru-RU" w:eastAsia="ru-RU"/>
    </w:rPr>
  </w:style>
  <w:style w:type="character" w:customStyle="1" w:styleId="6">
    <w:name w:val="Знак Знак6"/>
    <w:uiPriority w:val="99"/>
    <w:locked/>
    <w:rsid w:val="00400558"/>
    <w:rPr>
      <w:rFonts w:ascii="Arial" w:hAnsi="Arial"/>
      <w:b/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7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7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158</TotalTime>
  <Pages>5</Pages>
  <Words>1112</Words>
  <Characters>6345</Characters>
  <Application>Microsoft Office Outlook</Application>
  <DocSecurity>0</DocSecurity>
  <Lines>0</Lines>
  <Paragraphs>0</Paragraphs>
  <ScaleCrop>false</ScaleCrop>
  <Company>EASC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Семеренко</dc:creator>
  <cp:keywords/>
  <dc:description/>
  <cp:lastModifiedBy>client801_5</cp:lastModifiedBy>
  <cp:revision>13</cp:revision>
  <cp:lastPrinted>2015-06-12T12:26:00Z</cp:lastPrinted>
  <dcterms:created xsi:type="dcterms:W3CDTF">2015-06-15T07:14:00Z</dcterms:created>
  <dcterms:modified xsi:type="dcterms:W3CDTF">2015-06-22T05:52:00Z</dcterms:modified>
</cp:coreProperties>
</file>